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05D" w:rsidRDefault="004A605D" w:rsidP="004A6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ALMAN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A605D" w:rsidRDefault="004A605D" w:rsidP="004A6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Westham</w:t>
      </w:r>
      <w:proofErr w:type="spellEnd"/>
      <w:r>
        <w:rPr>
          <w:rFonts w:ascii="Times New Roman" w:hAnsi="Times New Roman" w:cs="Times New Roman"/>
        </w:rPr>
        <w:t>, Sussex. Gentleman.</w:t>
      </w:r>
    </w:p>
    <w:p w:rsidR="004A605D" w:rsidRDefault="004A605D" w:rsidP="004A605D">
      <w:pPr>
        <w:rPr>
          <w:rFonts w:ascii="Times New Roman" w:hAnsi="Times New Roman" w:cs="Times New Roman"/>
        </w:rPr>
      </w:pPr>
    </w:p>
    <w:p w:rsidR="004A605D" w:rsidRDefault="004A605D" w:rsidP="004A605D">
      <w:pPr>
        <w:rPr>
          <w:rFonts w:ascii="Times New Roman" w:hAnsi="Times New Roman" w:cs="Times New Roman"/>
        </w:rPr>
      </w:pPr>
    </w:p>
    <w:p w:rsidR="004A605D" w:rsidRDefault="004A605D" w:rsidP="004A6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Copley(q.v.) brought a plaint of debt against him, William </w:t>
      </w:r>
      <w:proofErr w:type="spellStart"/>
      <w:r>
        <w:rPr>
          <w:rFonts w:ascii="Times New Roman" w:hAnsi="Times New Roman" w:cs="Times New Roman"/>
        </w:rPr>
        <w:t>Alard</w:t>
      </w:r>
      <w:proofErr w:type="spellEnd"/>
    </w:p>
    <w:p w:rsidR="004A605D" w:rsidRDefault="004A605D" w:rsidP="004A6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Westham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Onsty</w:t>
      </w:r>
      <w:proofErr w:type="spellEnd"/>
      <w:r>
        <w:rPr>
          <w:rFonts w:ascii="Times New Roman" w:hAnsi="Times New Roman" w:cs="Times New Roman"/>
        </w:rPr>
        <w:t xml:space="preserve"> of Hailsham(q.v.) and Thomas Rider</w:t>
      </w:r>
    </w:p>
    <w:p w:rsidR="004A605D" w:rsidRDefault="004A605D" w:rsidP="004A6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Hailsham(q.v.).</w:t>
      </w:r>
    </w:p>
    <w:p w:rsidR="004A605D" w:rsidRDefault="004A605D" w:rsidP="004A6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4A605D" w:rsidRDefault="004A605D" w:rsidP="004A605D">
      <w:pPr>
        <w:rPr>
          <w:rFonts w:ascii="Times New Roman" w:hAnsi="Times New Roman" w:cs="Times New Roman"/>
        </w:rPr>
      </w:pPr>
    </w:p>
    <w:p w:rsidR="004A605D" w:rsidRDefault="004A605D" w:rsidP="004A605D">
      <w:pPr>
        <w:rPr>
          <w:rFonts w:ascii="Times New Roman" w:hAnsi="Times New Roman" w:cs="Times New Roman"/>
        </w:rPr>
      </w:pPr>
    </w:p>
    <w:p w:rsidR="004A605D" w:rsidRDefault="004A605D" w:rsidP="004A6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July 2017</w:t>
      </w:r>
    </w:p>
    <w:p w:rsidR="006B2F86" w:rsidRPr="00E71FC3" w:rsidRDefault="004A605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05D" w:rsidRDefault="004A605D" w:rsidP="00E71FC3">
      <w:r>
        <w:separator/>
      </w:r>
    </w:p>
  </w:endnote>
  <w:endnote w:type="continuationSeparator" w:id="0">
    <w:p w:rsidR="004A605D" w:rsidRDefault="004A605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05D" w:rsidRDefault="004A605D" w:rsidP="00E71FC3">
      <w:r>
        <w:separator/>
      </w:r>
    </w:p>
  </w:footnote>
  <w:footnote w:type="continuationSeparator" w:id="0">
    <w:p w:rsidR="004A605D" w:rsidRDefault="004A605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05D"/>
    <w:rsid w:val="001A7C09"/>
    <w:rsid w:val="004A605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82475B-B8E4-4B13-BED7-6BD31616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605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2017-07-31T21:03:00Z</dcterms:created>
  <dcterms:modified xsi:type="dcterms:W3CDTF">2017-07-31T21:06:00Z</dcterms:modified>
</cp:coreProperties>
</file>