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11F5B" w14:textId="77777777" w:rsidR="002577D7" w:rsidRDefault="002577D7" w:rsidP="002577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BEAUCHAMP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25CB807" w14:textId="77777777" w:rsidR="002577D7" w:rsidRDefault="002577D7" w:rsidP="002577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Beauchamp.</w:t>
      </w:r>
    </w:p>
    <w:p w14:paraId="1A0CD9CF" w14:textId="77777777" w:rsidR="002577D7" w:rsidRDefault="002577D7" w:rsidP="002577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0C97F0" w14:textId="77777777" w:rsidR="002577D7" w:rsidRDefault="002577D7" w:rsidP="002577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DC5CD" w14:textId="77777777" w:rsidR="002577D7" w:rsidRDefault="002577D7" w:rsidP="002577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Gloucestershire.</w:t>
      </w:r>
    </w:p>
    <w:p w14:paraId="070A2DCE" w14:textId="77777777" w:rsidR="002577D7" w:rsidRDefault="002577D7" w:rsidP="002577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p.490)</w:t>
      </w:r>
    </w:p>
    <w:p w14:paraId="2C8BF3A1" w14:textId="77777777" w:rsidR="002577D7" w:rsidRDefault="002577D7" w:rsidP="002577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E3F62" w14:textId="77777777" w:rsidR="002577D7" w:rsidRDefault="002577D7" w:rsidP="002577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A2488E" w14:textId="77777777" w:rsidR="002577D7" w:rsidRDefault="002577D7" w:rsidP="002577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2018</w:t>
      </w:r>
    </w:p>
    <w:p w14:paraId="308F275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54A19" w14:textId="77777777" w:rsidR="002577D7" w:rsidRDefault="002577D7" w:rsidP="00CD0211">
      <w:pPr>
        <w:spacing w:after="0" w:line="240" w:lineRule="auto"/>
      </w:pPr>
      <w:r>
        <w:separator/>
      </w:r>
    </w:p>
  </w:endnote>
  <w:endnote w:type="continuationSeparator" w:id="0">
    <w:p w14:paraId="3BF9A9B3" w14:textId="77777777" w:rsidR="002577D7" w:rsidRDefault="002577D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0E0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60747" w14:textId="77777777" w:rsidR="002577D7" w:rsidRDefault="002577D7" w:rsidP="00CD0211">
      <w:pPr>
        <w:spacing w:after="0" w:line="240" w:lineRule="auto"/>
      </w:pPr>
      <w:r>
        <w:separator/>
      </w:r>
    </w:p>
  </w:footnote>
  <w:footnote w:type="continuationSeparator" w:id="0">
    <w:p w14:paraId="23D8BD5A" w14:textId="77777777" w:rsidR="002577D7" w:rsidRDefault="002577D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77D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2CEF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2020-05-26T19:23:00Z</dcterms:created>
  <dcterms:modified xsi:type="dcterms:W3CDTF">2020-05-26T19:23:00Z</dcterms:modified>
</cp:coreProperties>
</file>