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31AD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CHEYNE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18C783F4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King’s servant.</w:t>
      </w:r>
    </w:p>
    <w:p w14:paraId="391DF3C5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1D9506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AD376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Oswestre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granted the presentation to the parish of</w:t>
      </w:r>
    </w:p>
    <w:p w14:paraId="05BF05E6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Myvote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 the diocese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St.Asaph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at its next voidance.</w:t>
      </w:r>
    </w:p>
    <w:p w14:paraId="0C520C98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p.160)</w:t>
      </w:r>
    </w:p>
    <w:p w14:paraId="42B9EAFE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78DD4D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ED3C6" w14:textId="77777777" w:rsidR="009B77E8" w:rsidRDefault="009B77E8" w:rsidP="009B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June 2021</w:t>
      </w:r>
    </w:p>
    <w:p w14:paraId="0CAE6A8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A917" w14:textId="77777777" w:rsidR="009B77E8" w:rsidRDefault="009B77E8" w:rsidP="009139A6">
      <w:r>
        <w:separator/>
      </w:r>
    </w:p>
  </w:endnote>
  <w:endnote w:type="continuationSeparator" w:id="0">
    <w:p w14:paraId="4E24B7EC" w14:textId="77777777" w:rsidR="009B77E8" w:rsidRDefault="009B77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57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8CC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54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9AE1D" w14:textId="77777777" w:rsidR="009B77E8" w:rsidRDefault="009B77E8" w:rsidP="009139A6">
      <w:r>
        <w:separator/>
      </w:r>
    </w:p>
  </w:footnote>
  <w:footnote w:type="continuationSeparator" w:id="0">
    <w:p w14:paraId="7AC534BE" w14:textId="77777777" w:rsidR="009B77E8" w:rsidRDefault="009B77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A5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9F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83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E8"/>
    <w:rsid w:val="000666E0"/>
    <w:rsid w:val="002510B7"/>
    <w:rsid w:val="005C130B"/>
    <w:rsid w:val="00826F5C"/>
    <w:rsid w:val="009139A6"/>
    <w:rsid w:val="009448BB"/>
    <w:rsid w:val="009B77E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6E3E3"/>
  <w15:chartTrackingRefBased/>
  <w15:docId w15:val="{5BD99591-01DE-4AD3-99FB-92DCEC3C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2021-06-19T18:44:00Z</dcterms:created>
  <dcterms:modified xsi:type="dcterms:W3CDTF">2021-06-19T18:46:00Z</dcterms:modified>
</cp:coreProperties>
</file>