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49D4DB" w14:textId="77777777" w:rsidR="00C52825" w:rsidRDefault="00C52825" w:rsidP="00C52825">
      <w:pPr>
        <w:tabs>
          <w:tab w:val="left" w:pos="72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COVERT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d.1409)</w:t>
      </w:r>
    </w:p>
    <w:p w14:paraId="06779806" w14:textId="77777777" w:rsidR="00C52825" w:rsidRDefault="00C52825" w:rsidP="00C52825">
      <w:pPr>
        <w:tabs>
          <w:tab w:val="left" w:pos="72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350FD614" w14:textId="77777777" w:rsidR="00C52825" w:rsidRDefault="00C52825" w:rsidP="00C52825">
      <w:pPr>
        <w:tabs>
          <w:tab w:val="left" w:pos="72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3B948413" w14:textId="77777777" w:rsidR="00C52825" w:rsidRDefault="00C52825" w:rsidP="00C52825">
      <w:pPr>
        <w:tabs>
          <w:tab w:val="left" w:pos="72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Nov.1409</w:t>
      </w:r>
      <w:r>
        <w:rPr>
          <w:rFonts w:ascii="Times New Roman" w:hAnsi="Times New Roman" w:cs="Times New Roman"/>
          <w:sz w:val="24"/>
          <w:szCs w:val="24"/>
        </w:rPr>
        <w:tab/>
        <w:t>He had died by this date.    (C.F.R. 1405-13 p.154)</w:t>
      </w:r>
    </w:p>
    <w:p w14:paraId="4B9B9954" w14:textId="77777777" w:rsidR="00C52825" w:rsidRDefault="00C52825" w:rsidP="00C52825">
      <w:pPr>
        <w:tabs>
          <w:tab w:val="left" w:pos="72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2B560FD9" w14:textId="77777777" w:rsidR="00C52825" w:rsidRDefault="00C52825" w:rsidP="00C52825">
      <w:pPr>
        <w:tabs>
          <w:tab w:val="left" w:pos="72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1FAAB3A1" w14:textId="77777777" w:rsidR="00C52825" w:rsidRDefault="00C52825" w:rsidP="00C52825">
      <w:pPr>
        <w:tabs>
          <w:tab w:val="left" w:pos="72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January 2022</w:t>
      </w:r>
    </w:p>
    <w:p w14:paraId="44BAA49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6B17D9" w14:textId="77777777" w:rsidR="00C52825" w:rsidRDefault="00C52825" w:rsidP="009139A6">
      <w:r>
        <w:separator/>
      </w:r>
    </w:p>
  </w:endnote>
  <w:endnote w:type="continuationSeparator" w:id="0">
    <w:p w14:paraId="3E02770F" w14:textId="77777777" w:rsidR="00C52825" w:rsidRDefault="00C5282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10B5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32B0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C9A3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499245" w14:textId="77777777" w:rsidR="00C52825" w:rsidRDefault="00C52825" w:rsidP="009139A6">
      <w:r>
        <w:separator/>
      </w:r>
    </w:p>
  </w:footnote>
  <w:footnote w:type="continuationSeparator" w:id="0">
    <w:p w14:paraId="19D6D8A4" w14:textId="77777777" w:rsidR="00C52825" w:rsidRDefault="00C5282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E3BA4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37BA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9829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825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52825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658F63"/>
  <w15:chartTrackingRefBased/>
  <w15:docId w15:val="{1BB6EEEB-6120-47EA-96D0-CF955C3AB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2825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17</Words>
  <Characters>98</Characters>
  <Application>Microsoft Office Word</Application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2023-07-12T20:52:00Z</dcterms:created>
  <dcterms:modified xsi:type="dcterms:W3CDTF">2023-07-12T20:52:00Z</dcterms:modified>
</cp:coreProperties>
</file>