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DEE" w:rsidRDefault="000C5DEE" w:rsidP="000C5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CRICHE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0C5DEE" w:rsidRDefault="000C5DEE" w:rsidP="000C5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Radford.</w:t>
      </w:r>
      <w:bookmarkStart w:id="0" w:name="_GoBack"/>
      <w:bookmarkEnd w:id="0"/>
    </w:p>
    <w:p w:rsidR="000C5DEE" w:rsidRDefault="000C5DEE" w:rsidP="000C5D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5DEE" w:rsidRDefault="000C5DEE" w:rsidP="000C5D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5DEE" w:rsidRDefault="000C5DEE" w:rsidP="000C5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0C5DEE" w:rsidRDefault="000C5DEE" w:rsidP="000C5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John Mowbray, 2</w:t>
      </w:r>
      <w:r w:rsidRPr="00694F6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0C5DEE" w:rsidRDefault="000C5DEE" w:rsidP="000C5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24-107)</w:t>
      </w:r>
    </w:p>
    <w:p w:rsidR="000C5DEE" w:rsidRDefault="000C5DEE" w:rsidP="000C5D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5DEE" w:rsidRDefault="000C5DEE" w:rsidP="000C5D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0C5DEE" w:rsidRDefault="000C5DEE" w:rsidP="000C5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2016</w:t>
      </w:r>
    </w:p>
    <w:sectPr w:rsidR="006B2F86" w:rsidRPr="000C5DE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DEE" w:rsidRDefault="000C5DEE" w:rsidP="00E71FC3">
      <w:pPr>
        <w:spacing w:after="0" w:line="240" w:lineRule="auto"/>
      </w:pPr>
      <w:r>
        <w:separator/>
      </w:r>
    </w:p>
  </w:endnote>
  <w:endnote w:type="continuationSeparator" w:id="0">
    <w:p w:rsidR="000C5DEE" w:rsidRDefault="000C5D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DEE" w:rsidRDefault="000C5DEE" w:rsidP="00E71FC3">
      <w:pPr>
        <w:spacing w:after="0" w:line="240" w:lineRule="auto"/>
      </w:pPr>
      <w:r>
        <w:separator/>
      </w:r>
    </w:p>
  </w:footnote>
  <w:footnote w:type="continuationSeparator" w:id="0">
    <w:p w:rsidR="000C5DEE" w:rsidRDefault="000C5D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DEE"/>
    <w:rsid w:val="000C5DE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A246B"/>
  <w15:chartTrackingRefBased/>
  <w15:docId w15:val="{46C74D49-54D6-4E0D-BB54-AC51E584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2016-05-24T20:50:00Z</dcterms:created>
  <dcterms:modified xsi:type="dcterms:W3CDTF">2016-05-24T20:52:00Z</dcterms:modified>
</cp:coreProperties>
</file>