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DAVY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Sep.1468</w:t>
      </w:r>
      <w:r>
        <w:rPr>
          <w:rFonts w:ascii="Times New Roman" w:hAnsi="Times New Roman" w:cs="Times New Roman"/>
          <w:sz w:val="24"/>
          <w:szCs w:val="24"/>
        </w:rPr>
        <w:tab/>
        <w:t>He became a Freeman.      (“Exeter Freemen” p.55)</w:t>
      </w: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3A3451" w:rsidRDefault="003A3451" w:rsidP="003A345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2016</w:t>
      </w:r>
    </w:p>
    <w:p w:rsidR="006B504F" w:rsidRDefault="006B504F">
      <w:bookmarkStart w:id="0" w:name="_GoBack"/>
      <w:bookmarkEnd w:id="0"/>
    </w:p>
    <w:sectPr w:rsidR="006B50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51"/>
    <w:rsid w:val="003A3451"/>
    <w:rsid w:val="006B504F"/>
    <w:rsid w:val="00AB52E8"/>
    <w:rsid w:val="00B1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5E38D-89E1-479B-9C6B-CF730832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34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2016-05-23T20:40:00Z</dcterms:created>
  <dcterms:modified xsi:type="dcterms:W3CDTF">2016-05-23T20:40:00Z</dcterms:modified>
</cp:coreProperties>
</file>