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BAB73" w14:textId="77777777" w:rsidR="001236C3" w:rsidRDefault="001236C3" w:rsidP="001236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DUKE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d.1503)</w:t>
      </w:r>
    </w:p>
    <w:p w14:paraId="2B1D4A46" w14:textId="77777777" w:rsidR="001236C3" w:rsidRDefault="001236C3" w:rsidP="001236C3">
      <w:pPr>
        <w:pStyle w:val="NoSpacing"/>
        <w:rPr>
          <w:rFonts w:cs="Times New Roman"/>
          <w:szCs w:val="24"/>
        </w:rPr>
      </w:pPr>
    </w:p>
    <w:p w14:paraId="1DB71DB3" w14:textId="77777777" w:rsidR="001236C3" w:rsidRDefault="001236C3" w:rsidP="001236C3">
      <w:pPr>
        <w:pStyle w:val="NoSpacing"/>
        <w:rPr>
          <w:rFonts w:cs="Times New Roman"/>
          <w:szCs w:val="24"/>
        </w:rPr>
      </w:pPr>
    </w:p>
    <w:p w14:paraId="14FB0D55" w14:textId="77777777" w:rsidR="001236C3" w:rsidRDefault="001236C3" w:rsidP="001236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1503</w:t>
      </w:r>
      <w:r>
        <w:rPr>
          <w:rFonts w:cs="Times New Roman"/>
          <w:szCs w:val="24"/>
        </w:rPr>
        <w:tab/>
        <w:t>He died.</w:t>
      </w:r>
    </w:p>
    <w:p w14:paraId="7E3B3D48" w14:textId="77777777" w:rsidR="001236C3" w:rsidRDefault="001236C3" w:rsidP="001236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(England, Extracted </w:t>
      </w:r>
      <w:proofErr w:type="gramStart"/>
      <w:r>
        <w:rPr>
          <w:rFonts w:cs="Times New Roman"/>
          <w:szCs w:val="24"/>
        </w:rPr>
        <w:t>Parish</w:t>
      </w:r>
      <w:proofErr w:type="gramEnd"/>
      <w:r>
        <w:rPr>
          <w:rFonts w:cs="Times New Roman"/>
          <w:szCs w:val="24"/>
        </w:rPr>
        <w:t xml:space="preserve"> and Court Records, 1399-1795)</w:t>
      </w:r>
    </w:p>
    <w:p w14:paraId="41AAF754" w14:textId="77777777" w:rsidR="001236C3" w:rsidRDefault="001236C3" w:rsidP="001236C3">
      <w:pPr>
        <w:pStyle w:val="NoSpacing"/>
        <w:rPr>
          <w:rFonts w:cs="Times New Roman"/>
          <w:szCs w:val="24"/>
        </w:rPr>
      </w:pPr>
    </w:p>
    <w:p w14:paraId="56DF3B3D" w14:textId="77777777" w:rsidR="001236C3" w:rsidRDefault="001236C3" w:rsidP="001236C3">
      <w:pPr>
        <w:pStyle w:val="NoSpacing"/>
        <w:rPr>
          <w:rFonts w:cs="Times New Roman"/>
          <w:szCs w:val="24"/>
        </w:rPr>
      </w:pPr>
    </w:p>
    <w:p w14:paraId="4CF07850" w14:textId="77777777" w:rsidR="001236C3" w:rsidRDefault="001236C3" w:rsidP="001236C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December 2023</w:t>
      </w:r>
    </w:p>
    <w:p w14:paraId="6493A05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65422" w14:textId="77777777" w:rsidR="001236C3" w:rsidRDefault="001236C3" w:rsidP="009139A6">
      <w:r>
        <w:separator/>
      </w:r>
    </w:p>
  </w:endnote>
  <w:endnote w:type="continuationSeparator" w:id="0">
    <w:p w14:paraId="2FA83C5A" w14:textId="77777777" w:rsidR="001236C3" w:rsidRDefault="001236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515D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4D37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683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16AB9" w14:textId="77777777" w:rsidR="001236C3" w:rsidRDefault="001236C3" w:rsidP="009139A6">
      <w:r>
        <w:separator/>
      </w:r>
    </w:p>
  </w:footnote>
  <w:footnote w:type="continuationSeparator" w:id="0">
    <w:p w14:paraId="15D43281" w14:textId="77777777" w:rsidR="001236C3" w:rsidRDefault="001236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C3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BD6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D4C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6C3"/>
    <w:rsid w:val="000666E0"/>
    <w:rsid w:val="001236C3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192E9"/>
  <w15:chartTrackingRefBased/>
  <w15:docId w15:val="{A8327ABF-A22B-4C2B-B8F9-456493BA0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2023-12-12T22:11:00Z</dcterms:created>
  <dcterms:modified xsi:type="dcterms:W3CDTF">2023-12-12T22:11:00Z</dcterms:modified>
</cp:coreProperties>
</file>