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120" w:rsidRDefault="004B6120" w:rsidP="004B6120">
      <w:r>
        <w:rPr>
          <w:u w:val="single"/>
        </w:rPr>
        <w:t>Millicent FASTOLF</w:t>
      </w:r>
      <w:r>
        <w:t xml:space="preserve">     (fl.1410)</w:t>
      </w:r>
    </w:p>
    <w:p w:rsidR="004B6120" w:rsidRDefault="004B6120" w:rsidP="004B6120"/>
    <w:p w:rsidR="004B6120" w:rsidRDefault="004B6120" w:rsidP="004B6120"/>
    <w:p w:rsidR="004B6120" w:rsidRDefault="004B6120" w:rsidP="004B6120">
      <w:r>
        <w:t xml:space="preserve">= Sir </w:t>
      </w:r>
      <w:proofErr w:type="gramStart"/>
      <w:r>
        <w:t>John(</w:t>
      </w:r>
      <w:proofErr w:type="gramEnd"/>
      <w:r>
        <w:t>q.v.)</w:t>
      </w:r>
    </w:p>
    <w:p w:rsidR="004B6120" w:rsidRDefault="004B6120" w:rsidP="004B6120">
      <w:r>
        <w:t>(www.medievalgenealogy.org.uk/fines/abstracts/CP_25_1_279_152.shtml)</w:t>
      </w:r>
    </w:p>
    <w:p w:rsidR="004B6120" w:rsidRDefault="004B6120" w:rsidP="004B6120"/>
    <w:p w:rsidR="004B6120" w:rsidRDefault="004B6120" w:rsidP="004B6120"/>
    <w:p w:rsidR="004B6120" w:rsidRDefault="004B6120" w:rsidP="004B6120">
      <w:r>
        <w:t>20 Apr.1410</w:t>
      </w:r>
      <w:r>
        <w:tab/>
        <w:t xml:space="preserve">Settlement of the action taken against them by Robert </w:t>
      </w:r>
      <w:proofErr w:type="spellStart"/>
      <w:proofErr w:type="gramStart"/>
      <w:r>
        <w:t>Mauleverer</w:t>
      </w:r>
      <w:proofErr w:type="spellEnd"/>
      <w:r>
        <w:t>(</w:t>
      </w:r>
      <w:proofErr w:type="gramEnd"/>
      <w:r>
        <w:t>q.v.)</w:t>
      </w:r>
    </w:p>
    <w:p w:rsidR="004B6120" w:rsidRDefault="004B6120" w:rsidP="004B6120">
      <w:pPr>
        <w:ind w:left="1440"/>
      </w:pPr>
      <w:proofErr w:type="gramStart"/>
      <w:r>
        <w:t>and</w:t>
      </w:r>
      <w:proofErr w:type="gramEnd"/>
      <w:r>
        <w:t xml:space="preserve"> others over the manor of </w:t>
      </w:r>
      <w:r>
        <w:tab/>
      </w:r>
      <w:proofErr w:type="spellStart"/>
      <w:r>
        <w:t>Rosehall</w:t>
      </w:r>
      <w:proofErr w:type="spellEnd"/>
      <w:r>
        <w:t xml:space="preserve">, in Market </w:t>
      </w:r>
      <w:proofErr w:type="spellStart"/>
      <w:r>
        <w:t>Weighton</w:t>
      </w:r>
      <w:proofErr w:type="spellEnd"/>
      <w:r>
        <w:t xml:space="preserve"> and </w:t>
      </w:r>
      <w:proofErr w:type="spellStart"/>
      <w:r>
        <w:t>Shipton</w:t>
      </w:r>
      <w:proofErr w:type="spellEnd"/>
      <w:r>
        <w:t xml:space="preserve">, </w:t>
      </w:r>
      <w:smartTag w:uri="urn:schemas-microsoft-com:office:smarttags" w:element="place">
        <w:r>
          <w:t>Yorkshire</w:t>
        </w:r>
      </w:smartTag>
      <w:r>
        <w:t xml:space="preserve">.    </w:t>
      </w:r>
      <w:proofErr w:type="gramStart"/>
      <w:r>
        <w:t>(ibid.)</w:t>
      </w:r>
      <w:proofErr w:type="gramEnd"/>
    </w:p>
    <w:p w:rsidR="004B6120" w:rsidRDefault="004B6120" w:rsidP="004B6120"/>
    <w:p w:rsidR="004B6120" w:rsidRDefault="004B6120" w:rsidP="004B6120"/>
    <w:p w:rsidR="004B6120" w:rsidRPr="00A54510" w:rsidRDefault="004B6120" w:rsidP="004B6120">
      <w:r>
        <w:t>23 August 2011</w:t>
      </w:r>
    </w:p>
    <w:p w:rsidR="00BA4020" w:rsidRDefault="004B6120"/>
    <w:sectPr w:rsidR="00BA4020" w:rsidSect="009805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120" w:rsidRDefault="004B6120" w:rsidP="00552EBA">
      <w:r>
        <w:separator/>
      </w:r>
    </w:p>
  </w:endnote>
  <w:endnote w:type="continuationSeparator" w:id="0">
    <w:p w:rsidR="004B6120" w:rsidRDefault="004B612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4B6120">
        <w:rPr>
          <w:noProof/>
        </w:rPr>
        <w:t>28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120" w:rsidRDefault="004B6120" w:rsidP="00552EBA">
      <w:r>
        <w:separator/>
      </w:r>
    </w:p>
  </w:footnote>
  <w:footnote w:type="continuationSeparator" w:id="0">
    <w:p w:rsidR="004B6120" w:rsidRDefault="004B612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B6120"/>
    <w:rsid w:val="00552EBA"/>
    <w:rsid w:val="0098059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12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2011-08-28T21:26:00Z</dcterms:created>
  <dcterms:modified xsi:type="dcterms:W3CDTF">2011-08-28T21:26:00Z</dcterms:modified>
</cp:coreProperties>
</file>