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2682E" w14:textId="77777777" w:rsidR="00CE1FBE" w:rsidRDefault="00CE1FBE" w:rsidP="00CE1F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Jane GOULD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1468-1456)</w:t>
      </w:r>
    </w:p>
    <w:p w14:paraId="30636D73" w14:textId="77777777" w:rsidR="00CE1FBE" w:rsidRDefault="00CE1FBE" w:rsidP="00CE1F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Bovington</w:t>
      </w:r>
      <w:proofErr w:type="spellEnd"/>
      <w:r>
        <w:rPr>
          <w:rFonts w:cs="Times New Roman"/>
          <w:szCs w:val="24"/>
        </w:rPr>
        <w:t>.</w:t>
      </w:r>
    </w:p>
    <w:p w14:paraId="716AAC37" w14:textId="77777777" w:rsidR="00CE1FBE" w:rsidRDefault="00CE1FBE" w:rsidP="00CE1FBE">
      <w:pPr>
        <w:pStyle w:val="NoSpacing"/>
        <w:rPr>
          <w:rFonts w:cs="Times New Roman"/>
          <w:szCs w:val="24"/>
        </w:rPr>
      </w:pPr>
    </w:p>
    <w:p w14:paraId="245DB936" w14:textId="77777777" w:rsidR="00CE1FBE" w:rsidRDefault="00CE1FBE" w:rsidP="00CE1FBE">
      <w:pPr>
        <w:pStyle w:val="NoSpacing"/>
        <w:rPr>
          <w:rFonts w:cs="Times New Roman"/>
          <w:szCs w:val="24"/>
        </w:rPr>
      </w:pPr>
    </w:p>
    <w:p w14:paraId="3A971094" w14:textId="77777777" w:rsidR="00CE1FBE" w:rsidRDefault="00CE1FBE" w:rsidP="00CE1F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 of John Gould(q.v.)  (FamilySearch)</w:t>
      </w:r>
    </w:p>
    <w:p w14:paraId="5063CDF0" w14:textId="77777777" w:rsidR="00CE1FBE" w:rsidRDefault="00CE1FBE" w:rsidP="00CE1F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= Thomas Axtell of </w:t>
      </w:r>
      <w:proofErr w:type="spellStart"/>
      <w:r>
        <w:rPr>
          <w:rFonts w:cs="Times New Roman"/>
          <w:szCs w:val="24"/>
        </w:rPr>
        <w:t>Bovington</w:t>
      </w:r>
      <w:proofErr w:type="spellEnd"/>
      <w:r>
        <w:rPr>
          <w:rFonts w:cs="Times New Roman"/>
          <w:szCs w:val="24"/>
        </w:rPr>
        <w:t>(q.v.).  (ibid.)</w:t>
      </w:r>
    </w:p>
    <w:p w14:paraId="1FE057AA" w14:textId="77777777" w:rsidR="00CE1FBE" w:rsidRDefault="00CE1FBE" w:rsidP="00CE1F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Daughter:   Alice(q.v.).   (ibid.)</w:t>
      </w:r>
    </w:p>
    <w:p w14:paraId="7C8FE8AD" w14:textId="77777777" w:rsidR="00CE1FBE" w:rsidRDefault="00CE1FBE" w:rsidP="00CE1FBE">
      <w:pPr>
        <w:pStyle w:val="NoSpacing"/>
        <w:rPr>
          <w:rFonts w:cs="Times New Roman"/>
          <w:szCs w:val="24"/>
        </w:rPr>
      </w:pPr>
    </w:p>
    <w:p w14:paraId="37DE1F79" w14:textId="77777777" w:rsidR="00CE1FBE" w:rsidRDefault="00CE1FBE" w:rsidP="00CE1FBE">
      <w:pPr>
        <w:pStyle w:val="NoSpacing"/>
        <w:rPr>
          <w:rFonts w:cs="Times New Roman"/>
          <w:szCs w:val="24"/>
        </w:rPr>
      </w:pPr>
    </w:p>
    <w:p w14:paraId="5F6A2AB7" w14:textId="77777777" w:rsidR="00CE1FBE" w:rsidRDefault="00CE1FBE" w:rsidP="00CE1F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January 2024</w:t>
      </w:r>
    </w:p>
    <w:p w14:paraId="652A8F2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AFBCA" w14:textId="77777777" w:rsidR="00CE1FBE" w:rsidRDefault="00CE1FBE" w:rsidP="009139A6">
      <w:r>
        <w:separator/>
      </w:r>
    </w:p>
  </w:endnote>
  <w:endnote w:type="continuationSeparator" w:id="0">
    <w:p w14:paraId="3843E427" w14:textId="77777777" w:rsidR="00CE1FBE" w:rsidRDefault="00CE1FB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87C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D3AC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22B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24438" w14:textId="77777777" w:rsidR="00CE1FBE" w:rsidRDefault="00CE1FBE" w:rsidP="009139A6">
      <w:r>
        <w:separator/>
      </w:r>
    </w:p>
  </w:footnote>
  <w:footnote w:type="continuationSeparator" w:id="0">
    <w:p w14:paraId="4C8B93FE" w14:textId="77777777" w:rsidR="00CE1FBE" w:rsidRDefault="00CE1FB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2C10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6FB7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93D7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FBE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CE1FBE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DE1D2"/>
  <w15:chartTrackingRefBased/>
  <w15:docId w15:val="{71343E8D-11F9-42B8-964C-50A281E83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2024-01-27T07:32:00Z</dcterms:created>
  <dcterms:modified xsi:type="dcterms:W3CDTF">2024-01-27T07:32:00Z</dcterms:modified>
</cp:coreProperties>
</file>