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34B9D" w14:textId="77777777" w:rsidR="00B967ED" w:rsidRDefault="00B967ED" w:rsidP="00B967ED">
      <w:pPr>
        <w:pStyle w:val="NoSpacing"/>
      </w:pPr>
      <w:r>
        <w:rPr>
          <w:u w:val="single"/>
        </w:rPr>
        <w:t>William HAKYNSAY</w:t>
      </w:r>
      <w:r>
        <w:t xml:space="preserve">      (fl.1478)</w:t>
      </w:r>
    </w:p>
    <w:p w14:paraId="261886B3" w14:textId="398306EB" w:rsidR="00B967ED" w:rsidRDefault="00B967ED" w:rsidP="00B967ED">
      <w:pPr>
        <w:pStyle w:val="NoSpacing"/>
      </w:pPr>
      <w:r>
        <w:t>of Esholt Nunnery, West Riding of Yorkshire.</w:t>
      </w:r>
    </w:p>
    <w:p w14:paraId="15F45181" w14:textId="77777777" w:rsidR="00B967ED" w:rsidRDefault="00B967ED" w:rsidP="00B967ED">
      <w:pPr>
        <w:pStyle w:val="NoSpacing"/>
      </w:pPr>
    </w:p>
    <w:p w14:paraId="58E7787C" w14:textId="77777777" w:rsidR="00B967ED" w:rsidRDefault="00B967ED" w:rsidP="00B967ED">
      <w:pPr>
        <w:pStyle w:val="NoSpacing"/>
      </w:pPr>
    </w:p>
    <w:p w14:paraId="430616D9" w14:textId="77777777" w:rsidR="00B967ED" w:rsidRDefault="00B967ED" w:rsidP="00B967ED">
      <w:pPr>
        <w:pStyle w:val="NoSpacing"/>
      </w:pPr>
      <w:r>
        <w:t>14 Feb.1478</w:t>
      </w:r>
      <w:r>
        <w:tab/>
        <w:t>He was ordained subdeacon in the conventual church of the Austin Friars in</w:t>
      </w:r>
    </w:p>
    <w:p w14:paraId="5BA74897" w14:textId="77777777" w:rsidR="00B967ED" w:rsidRDefault="00B967ED" w:rsidP="00B967ED">
      <w:pPr>
        <w:pStyle w:val="NoSpacing"/>
      </w:pPr>
      <w:r>
        <w:tab/>
      </w:r>
      <w:r>
        <w:tab/>
        <w:t>York, by William Egremont, Bishop of Dromore(q.v.).</w:t>
      </w:r>
    </w:p>
    <w:p w14:paraId="3B98A6D1" w14:textId="14C8BD46" w:rsidR="00B967ED" w:rsidRDefault="00B967ED" w:rsidP="00B967ED">
      <w:pPr>
        <w:pStyle w:val="NoSpacing"/>
      </w:pPr>
      <w:r>
        <w:tab/>
      </w:r>
      <w:r>
        <w:tab/>
        <w:t>(“York Clergy Ordinations 1475-1500” ed. David M. Smith p.33)</w:t>
      </w:r>
    </w:p>
    <w:p w14:paraId="6A7FDADC" w14:textId="77777777" w:rsidR="002F4583" w:rsidRDefault="002F4583" w:rsidP="002F4583">
      <w:pPr>
        <w:pStyle w:val="NoSpacing"/>
      </w:pPr>
      <w:r>
        <w:t xml:space="preserve">  7 Mar.1478</w:t>
      </w:r>
      <w:r>
        <w:tab/>
        <w:t>He was ordained deacon in the conventual church of the Franciscans in</w:t>
      </w:r>
    </w:p>
    <w:p w14:paraId="45FC0B8E" w14:textId="77777777" w:rsidR="002F4583" w:rsidRDefault="002F4583" w:rsidP="002F4583">
      <w:pPr>
        <w:pStyle w:val="NoSpacing"/>
      </w:pPr>
      <w:r>
        <w:tab/>
      </w:r>
      <w:r>
        <w:tab/>
        <w:t>York, by William Egremont, Bishop of Dromore(q.v.).</w:t>
      </w:r>
    </w:p>
    <w:p w14:paraId="7411D0B0" w14:textId="780707C8" w:rsidR="002F4583" w:rsidRDefault="002F4583" w:rsidP="002F4583">
      <w:pPr>
        <w:pStyle w:val="NoSpacing"/>
      </w:pPr>
      <w:r>
        <w:tab/>
      </w:r>
      <w:r>
        <w:tab/>
        <w:t>(“York Clergy Ordinations 1475-1500” ed. David M. Smith p.35)</w:t>
      </w:r>
    </w:p>
    <w:p w14:paraId="5F526D89" w14:textId="77777777" w:rsidR="00830E10" w:rsidRPr="00830E10" w:rsidRDefault="00830E10" w:rsidP="00830E10">
      <w:pPr>
        <w:spacing w:after="0" w:line="240" w:lineRule="auto"/>
        <w:rPr>
          <w:rFonts w:eastAsia="Calibri"/>
        </w:rPr>
      </w:pPr>
      <w:r w:rsidRPr="00830E10">
        <w:rPr>
          <w:rFonts w:eastAsia="Calibri"/>
        </w:rPr>
        <w:t>19 Sep.1478</w:t>
      </w:r>
      <w:r w:rsidRPr="00830E10">
        <w:rPr>
          <w:rFonts w:eastAsia="Calibri"/>
        </w:rPr>
        <w:tab/>
        <w:t>He was ordained priest in the conventual church of the Carmelites</w:t>
      </w:r>
    </w:p>
    <w:p w14:paraId="78411BB9" w14:textId="77777777" w:rsidR="00830E10" w:rsidRPr="00830E10" w:rsidRDefault="00830E10" w:rsidP="00830E10">
      <w:pPr>
        <w:spacing w:after="0" w:line="240" w:lineRule="auto"/>
        <w:rPr>
          <w:rFonts w:eastAsia="Calibri"/>
        </w:rPr>
      </w:pPr>
      <w:r w:rsidRPr="00830E10">
        <w:rPr>
          <w:rFonts w:eastAsia="Calibri"/>
        </w:rPr>
        <w:tab/>
      </w:r>
      <w:r w:rsidRPr="00830E10">
        <w:rPr>
          <w:rFonts w:eastAsia="Calibri"/>
        </w:rPr>
        <w:tab/>
        <w:t>at York, by William Egremont, Bishop of Dromore(q.v.).</w:t>
      </w:r>
    </w:p>
    <w:p w14:paraId="40C27480" w14:textId="74D18B2E" w:rsidR="00830E10" w:rsidRDefault="00830E10" w:rsidP="00830E10">
      <w:pPr>
        <w:pStyle w:val="NoSpacing"/>
      </w:pPr>
      <w:r w:rsidRPr="00830E10">
        <w:rPr>
          <w:rFonts w:eastAsia="Calibri"/>
        </w:rPr>
        <w:tab/>
      </w:r>
      <w:r w:rsidRPr="00830E10">
        <w:rPr>
          <w:rFonts w:eastAsia="Calibri"/>
        </w:rPr>
        <w:tab/>
        <w:t>(“York Clergy Ordinations 1475-1500” ed. David M. Smith p.40)</w:t>
      </w:r>
    </w:p>
    <w:p w14:paraId="6A447139" w14:textId="77777777" w:rsidR="00B967ED" w:rsidRDefault="00B967ED" w:rsidP="00B967ED">
      <w:pPr>
        <w:pStyle w:val="NoSpacing"/>
      </w:pPr>
    </w:p>
    <w:p w14:paraId="5EB8749E" w14:textId="77777777" w:rsidR="00B967ED" w:rsidRDefault="00B967ED" w:rsidP="00B967ED">
      <w:pPr>
        <w:pStyle w:val="NoSpacing"/>
      </w:pPr>
    </w:p>
    <w:p w14:paraId="655EB43A" w14:textId="256C6507" w:rsidR="00B967ED" w:rsidRDefault="00B967ED" w:rsidP="00B967ED">
      <w:pPr>
        <w:pStyle w:val="NoSpacing"/>
      </w:pPr>
      <w:r>
        <w:t>5 January 2020</w:t>
      </w:r>
    </w:p>
    <w:p w14:paraId="4A6C75F7" w14:textId="263EB665" w:rsidR="00830E10" w:rsidRPr="007967A0" w:rsidRDefault="00C37C2B" w:rsidP="00B967ED">
      <w:pPr>
        <w:pStyle w:val="NoSpacing"/>
      </w:pPr>
      <w:r>
        <w:t>23 July 2020</w:t>
      </w:r>
    </w:p>
    <w:p w14:paraId="338622E8" w14:textId="7D35054F" w:rsidR="006B2F86" w:rsidRPr="00B967ED" w:rsidRDefault="00C37C2B" w:rsidP="00E71FC3">
      <w:pPr>
        <w:pStyle w:val="NoSpacing"/>
      </w:pPr>
    </w:p>
    <w:sectPr w:rsidR="006B2F86" w:rsidRPr="00B967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6E61B" w14:textId="77777777" w:rsidR="00B967ED" w:rsidRDefault="00B967ED" w:rsidP="00E71FC3">
      <w:pPr>
        <w:spacing w:after="0" w:line="240" w:lineRule="auto"/>
      </w:pPr>
      <w:r>
        <w:separator/>
      </w:r>
    </w:p>
  </w:endnote>
  <w:endnote w:type="continuationSeparator" w:id="0">
    <w:p w14:paraId="004906F3" w14:textId="77777777" w:rsidR="00B967ED" w:rsidRDefault="00B967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757F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5E29E" w14:textId="77777777" w:rsidR="00B967ED" w:rsidRDefault="00B967ED" w:rsidP="00E71FC3">
      <w:pPr>
        <w:spacing w:after="0" w:line="240" w:lineRule="auto"/>
      </w:pPr>
      <w:r>
        <w:separator/>
      </w:r>
    </w:p>
  </w:footnote>
  <w:footnote w:type="continuationSeparator" w:id="0">
    <w:p w14:paraId="1B538999" w14:textId="77777777" w:rsidR="00B967ED" w:rsidRDefault="00B967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ED"/>
    <w:rsid w:val="001A7C09"/>
    <w:rsid w:val="002F4583"/>
    <w:rsid w:val="00577BD5"/>
    <w:rsid w:val="00656CBA"/>
    <w:rsid w:val="006A1F77"/>
    <w:rsid w:val="00733BE7"/>
    <w:rsid w:val="00830E10"/>
    <w:rsid w:val="00AB52E8"/>
    <w:rsid w:val="00B16D3F"/>
    <w:rsid w:val="00B967ED"/>
    <w:rsid w:val="00BB41AC"/>
    <w:rsid w:val="00C37C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8E557"/>
  <w15:chartTrackingRefBased/>
  <w15:docId w15:val="{AF4A2D2A-8431-42AC-8FAE-F1181D078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2020-01-05T19:07:00Z</dcterms:created>
  <dcterms:modified xsi:type="dcterms:W3CDTF">2020-07-23T08:45:00Z</dcterms:modified>
</cp:coreProperties>
</file>