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A9" w:rsidRDefault="00031CA9" w:rsidP="00031CA9">
      <w:pPr>
        <w:pStyle w:val="NoSpacing"/>
      </w:pPr>
      <w:r>
        <w:rPr>
          <w:u w:val="single"/>
        </w:rPr>
        <w:t>Richard KEVALL</w:t>
      </w:r>
      <w:r>
        <w:t xml:space="preserve">     (fl.1507)</w:t>
      </w:r>
    </w:p>
    <w:p w:rsidR="00031CA9" w:rsidRDefault="00031CA9" w:rsidP="00031CA9">
      <w:pPr>
        <w:pStyle w:val="NoSpacing"/>
      </w:pPr>
      <w:proofErr w:type="gramStart"/>
      <w:r>
        <w:t>of Stone beside Faversham, Kent.</w:t>
      </w:r>
      <w:proofErr w:type="gramEnd"/>
    </w:p>
    <w:p w:rsidR="00031CA9" w:rsidRDefault="00031CA9" w:rsidP="00031CA9">
      <w:pPr>
        <w:pStyle w:val="NoSpacing"/>
      </w:pPr>
    </w:p>
    <w:p w:rsidR="00031CA9" w:rsidRDefault="00031CA9" w:rsidP="00031CA9">
      <w:pPr>
        <w:pStyle w:val="NoSpacing"/>
      </w:pPr>
    </w:p>
    <w:p w:rsidR="00031CA9" w:rsidRDefault="00031CA9" w:rsidP="00031CA9">
      <w:pPr>
        <w:pStyle w:val="NoSpacing"/>
      </w:pPr>
      <w:r>
        <w:tab/>
        <w:t>1507</w:t>
      </w:r>
      <w:r>
        <w:tab/>
        <w:t>He made his Will.  (Plomer p.283)</w:t>
      </w:r>
    </w:p>
    <w:p w:rsidR="00031CA9" w:rsidRDefault="00031CA9" w:rsidP="00031CA9">
      <w:pPr>
        <w:pStyle w:val="NoSpacing"/>
      </w:pPr>
    </w:p>
    <w:p w:rsidR="00031CA9" w:rsidRDefault="00031CA9" w:rsidP="00031CA9">
      <w:pPr>
        <w:pStyle w:val="NoSpacing"/>
      </w:pPr>
    </w:p>
    <w:p w:rsidR="00E47068" w:rsidRPr="00C009D8" w:rsidRDefault="00031CA9" w:rsidP="00031CA9">
      <w:pPr>
        <w:pStyle w:val="NoSpacing"/>
      </w:pPr>
      <w:r>
        <w:t>22 June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CA9" w:rsidRDefault="00031CA9" w:rsidP="00920DE3">
      <w:pPr>
        <w:spacing w:after="0" w:line="240" w:lineRule="auto"/>
      </w:pPr>
      <w:r>
        <w:separator/>
      </w:r>
    </w:p>
  </w:endnote>
  <w:endnote w:type="continuationSeparator" w:id="0">
    <w:p w:rsidR="00031CA9" w:rsidRDefault="00031CA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CA9" w:rsidRDefault="00031CA9" w:rsidP="00920DE3">
      <w:pPr>
        <w:spacing w:after="0" w:line="240" w:lineRule="auto"/>
      </w:pPr>
      <w:r>
        <w:separator/>
      </w:r>
    </w:p>
  </w:footnote>
  <w:footnote w:type="continuationSeparator" w:id="0">
    <w:p w:rsidR="00031CA9" w:rsidRDefault="00031CA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CA9"/>
    <w:rsid w:val="00031CA9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2015-07-16T20:48:00Z</dcterms:created>
  <dcterms:modified xsi:type="dcterms:W3CDTF">2015-07-16T20:49:00Z</dcterms:modified>
</cp:coreProperties>
</file>