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4D8E3" w14:textId="77777777" w:rsidR="00FF6FBC" w:rsidRDefault="00FF6FBC" w:rsidP="00FF6F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Giles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Larkshern.LOO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(fl.1437-8)</w:t>
      </w:r>
    </w:p>
    <w:p w14:paraId="3E81819D" w14:textId="77777777" w:rsidR="00FF6FBC" w:rsidRDefault="00FF6FBC" w:rsidP="00FF6FBC">
      <w:pPr>
        <w:rPr>
          <w:rFonts w:ascii="Times New Roman" w:hAnsi="Times New Roman" w:cs="Times New Roman"/>
          <w:sz w:val="24"/>
          <w:szCs w:val="24"/>
        </w:rPr>
      </w:pPr>
    </w:p>
    <w:p w14:paraId="095640E0" w14:textId="77777777" w:rsidR="00FF6FBC" w:rsidRDefault="00FF6FBC" w:rsidP="00FF6FBC">
      <w:pPr>
        <w:rPr>
          <w:rFonts w:ascii="Times New Roman" w:hAnsi="Times New Roman" w:cs="Times New Roman"/>
          <w:sz w:val="24"/>
          <w:szCs w:val="24"/>
        </w:rPr>
      </w:pPr>
    </w:p>
    <w:p w14:paraId="4D0386E0" w14:textId="77777777" w:rsidR="00FF6FBC" w:rsidRDefault="00FF6FBC" w:rsidP="00FF6F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1437-8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water-bailiff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Staplewhere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Larkshern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B5A0D61" w14:textId="77777777" w:rsidR="00FF6FBC" w:rsidRDefault="00FF6FBC" w:rsidP="00FF6F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Norfolk.</w:t>
      </w:r>
    </w:p>
    <w:p w14:paraId="68BFF915" w14:textId="77777777" w:rsidR="00FF6FBC" w:rsidRDefault="00FF6FBC" w:rsidP="00FF6FBC">
      <w:pPr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St. Mary Magdalen',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168-176.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http://www.british-history.ac.uk/topographical-hist-norfolk/vol9/pp168-176 [accessed 31 July 2019].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27C39956" w14:textId="77777777" w:rsidR="00FF6FBC" w:rsidRDefault="00FF6FBC" w:rsidP="00FF6F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5DE31A4" w14:textId="77777777" w:rsidR="00FF6FBC" w:rsidRDefault="00FF6FBC" w:rsidP="00FF6F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823194D" w14:textId="77777777" w:rsidR="00FF6FBC" w:rsidRDefault="00FF6FBC" w:rsidP="00FF6F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31 July 2019</w:t>
      </w:r>
    </w:p>
    <w:p w14:paraId="469FED2D" w14:textId="77777777" w:rsidR="006B2F86" w:rsidRPr="00E71FC3" w:rsidRDefault="00FF6F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04AB9" w14:textId="77777777" w:rsidR="00FF6FBC" w:rsidRDefault="00FF6FBC" w:rsidP="00E71FC3">
      <w:r>
        <w:separator/>
      </w:r>
    </w:p>
  </w:endnote>
  <w:endnote w:type="continuationSeparator" w:id="0">
    <w:p w14:paraId="185B8584" w14:textId="77777777" w:rsidR="00FF6FBC" w:rsidRDefault="00FF6FB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C06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AB563" w14:textId="77777777" w:rsidR="00FF6FBC" w:rsidRDefault="00FF6FBC" w:rsidP="00E71FC3">
      <w:r>
        <w:separator/>
      </w:r>
    </w:p>
  </w:footnote>
  <w:footnote w:type="continuationSeparator" w:id="0">
    <w:p w14:paraId="54114570" w14:textId="77777777" w:rsidR="00FF6FBC" w:rsidRDefault="00FF6FB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B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05B05"/>
  <w15:chartTrackingRefBased/>
  <w15:docId w15:val="{354FBE34-2993-4A66-B7F4-A2240D96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FB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FF6F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2019-09-01T20:02:00Z</dcterms:created>
  <dcterms:modified xsi:type="dcterms:W3CDTF">2019-09-01T20:02:00Z</dcterms:modified>
</cp:coreProperties>
</file>