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3F7E51" w14:textId="3A2D7746" w:rsidR="006B2F86" w:rsidRDefault="00A7508F" w:rsidP="00E71FC3">
      <w:pPr>
        <w:pStyle w:val="NoSpacing"/>
      </w:pPr>
      <w:r>
        <w:rPr>
          <w:u w:val="single"/>
        </w:rPr>
        <w:t>John LYOFF</w:t>
      </w:r>
      <w:r>
        <w:t xml:space="preserve">     (d.ca.1454)</w:t>
      </w:r>
    </w:p>
    <w:p w14:paraId="7D459D5B" w14:textId="2B9A4F7D" w:rsidR="00A7508F" w:rsidRDefault="00A7508F" w:rsidP="00E71FC3">
      <w:pPr>
        <w:pStyle w:val="NoSpacing"/>
      </w:pPr>
      <w:r>
        <w:t xml:space="preserve">of </w:t>
      </w:r>
      <w:proofErr w:type="spellStart"/>
      <w:r>
        <w:t>Bilsdale</w:t>
      </w:r>
      <w:proofErr w:type="spellEnd"/>
      <w:r>
        <w:t>, North Riding of Yorkshire.</w:t>
      </w:r>
    </w:p>
    <w:p w14:paraId="59E837B0" w14:textId="3CAD4D81" w:rsidR="00A7508F" w:rsidRDefault="00A7508F" w:rsidP="00E71FC3">
      <w:pPr>
        <w:pStyle w:val="NoSpacing"/>
      </w:pPr>
    </w:p>
    <w:p w14:paraId="5F831D49" w14:textId="4407680A" w:rsidR="00A7508F" w:rsidRDefault="00A7508F" w:rsidP="00E71FC3">
      <w:pPr>
        <w:pStyle w:val="NoSpacing"/>
      </w:pPr>
    </w:p>
    <w:p w14:paraId="6B2F1E66" w14:textId="504517EE" w:rsidR="00A7508F" w:rsidRDefault="00A7508F" w:rsidP="00E71FC3">
      <w:pPr>
        <w:pStyle w:val="NoSpacing"/>
      </w:pPr>
      <w:r>
        <w:t>29 Oct.1454</w:t>
      </w:r>
      <w:r>
        <w:tab/>
        <w:t>Probate of his Will.   (W.Y.R. p.108)</w:t>
      </w:r>
    </w:p>
    <w:p w14:paraId="05B3D5A3" w14:textId="5F178F53" w:rsidR="00A7508F" w:rsidRDefault="00A7508F" w:rsidP="00E71FC3">
      <w:pPr>
        <w:pStyle w:val="NoSpacing"/>
      </w:pPr>
    </w:p>
    <w:p w14:paraId="25E25D70" w14:textId="782755F2" w:rsidR="00A7508F" w:rsidRDefault="00A7508F" w:rsidP="00E71FC3">
      <w:pPr>
        <w:pStyle w:val="NoSpacing"/>
      </w:pPr>
    </w:p>
    <w:p w14:paraId="181910F7" w14:textId="5C172370" w:rsidR="00A7508F" w:rsidRPr="00A7508F" w:rsidRDefault="00A7508F" w:rsidP="00E71FC3">
      <w:pPr>
        <w:pStyle w:val="NoSpacing"/>
      </w:pPr>
      <w:r>
        <w:t>22 November 2019</w:t>
      </w:r>
      <w:bookmarkStart w:id="0" w:name="_GoBack"/>
      <w:bookmarkEnd w:id="0"/>
    </w:p>
    <w:sectPr w:rsidR="00A7508F" w:rsidRPr="00A7508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AD3B15" w14:textId="77777777" w:rsidR="00A7508F" w:rsidRDefault="00A7508F" w:rsidP="00E71FC3">
      <w:pPr>
        <w:spacing w:after="0" w:line="240" w:lineRule="auto"/>
      </w:pPr>
      <w:r>
        <w:separator/>
      </w:r>
    </w:p>
  </w:endnote>
  <w:endnote w:type="continuationSeparator" w:id="0">
    <w:p w14:paraId="2838F2DC" w14:textId="77777777" w:rsidR="00A7508F" w:rsidRDefault="00A7508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77991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19913D" w14:textId="77777777" w:rsidR="00A7508F" w:rsidRDefault="00A7508F" w:rsidP="00E71FC3">
      <w:pPr>
        <w:spacing w:after="0" w:line="240" w:lineRule="auto"/>
      </w:pPr>
      <w:r>
        <w:separator/>
      </w:r>
    </w:p>
  </w:footnote>
  <w:footnote w:type="continuationSeparator" w:id="0">
    <w:p w14:paraId="15907FAD" w14:textId="77777777" w:rsidR="00A7508F" w:rsidRDefault="00A7508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08F"/>
    <w:rsid w:val="001A7C09"/>
    <w:rsid w:val="00577BD5"/>
    <w:rsid w:val="00656CBA"/>
    <w:rsid w:val="006A1F77"/>
    <w:rsid w:val="00733BE7"/>
    <w:rsid w:val="00A7508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D8120"/>
  <w15:chartTrackingRefBased/>
  <w15:docId w15:val="{C5CAAA5B-5553-4570-8801-181B78CC8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2019-11-22T21:21:00Z</dcterms:created>
  <dcterms:modified xsi:type="dcterms:W3CDTF">2019-11-22T21:24:00Z</dcterms:modified>
</cp:coreProperties>
</file>