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MOIGNE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against John Baron of Willingham,</w:t>
      </w: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Lincolnshire(q.v.).</w:t>
      </w: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and threats to a tenant against William</w:t>
      </w: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Hoggesson of Biscathorpe.   (ibid.)</w:t>
      </w: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James Symond of Boston(q.v.), John Alam</w:t>
      </w: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Kirton in Holland(q.v.) and William Fraunke of Torksey(q.v.). (ibid.)</w:t>
      </w: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2CC1" w:rsidRDefault="00C12CC1" w:rsidP="00C1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C1" w:rsidRDefault="00C12CC1" w:rsidP="00564E3C">
      <w:pPr>
        <w:spacing w:after="0" w:line="240" w:lineRule="auto"/>
      </w:pPr>
      <w:r>
        <w:separator/>
      </w:r>
    </w:p>
  </w:endnote>
  <w:endnote w:type="continuationSeparator" w:id="0">
    <w:p w:rsidR="00C12CC1" w:rsidRDefault="00C12CC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12CC1">
      <w:rPr>
        <w:rFonts w:ascii="Times New Roman" w:hAnsi="Times New Roman" w:cs="Times New Roman"/>
        <w:noProof/>
        <w:sz w:val="24"/>
        <w:szCs w:val="24"/>
      </w:rPr>
      <w:t>21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C1" w:rsidRDefault="00C12CC1" w:rsidP="00564E3C">
      <w:pPr>
        <w:spacing w:after="0" w:line="240" w:lineRule="auto"/>
      </w:pPr>
      <w:r>
        <w:separator/>
      </w:r>
    </w:p>
  </w:footnote>
  <w:footnote w:type="continuationSeparator" w:id="0">
    <w:p w:rsidR="00C12CC1" w:rsidRDefault="00C12CC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CC1"/>
    <w:rsid w:val="00372DC6"/>
    <w:rsid w:val="00564E3C"/>
    <w:rsid w:val="0064591D"/>
    <w:rsid w:val="00C12CC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82934E-7DA4-4C91-A15A-365A64507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12C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2016-01-21T19:40:00Z</dcterms:created>
  <dcterms:modified xsi:type="dcterms:W3CDTF">2016-01-21T19:41:00Z</dcterms:modified>
</cp:coreProperties>
</file>