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B47" w:rsidRDefault="00D11B47" w:rsidP="00D11B47">
      <w:pPr>
        <w:ind w:left="1440" w:hanging="1440"/>
      </w:pPr>
      <w:r>
        <w:rPr>
          <w:u w:val="single"/>
        </w:rPr>
        <w:t>Alexander NEUTON</w:t>
      </w:r>
      <w:r>
        <w:t xml:space="preserve">       (fl.1489)</w:t>
      </w:r>
    </w:p>
    <w:p w:rsidR="00D11B47" w:rsidRDefault="00D11B47" w:rsidP="00D11B47">
      <w:pPr>
        <w:ind w:left="1440" w:hanging="1440"/>
      </w:pPr>
    </w:p>
    <w:p w:rsidR="00D11B47" w:rsidRDefault="00D11B47" w:rsidP="00D11B47">
      <w:pPr>
        <w:ind w:left="1440" w:hanging="1440"/>
      </w:pPr>
    </w:p>
    <w:p w:rsidR="00D11B47" w:rsidRDefault="00D11B47" w:rsidP="00D11B47">
      <w:pPr>
        <w:ind w:left="1440" w:hanging="1440"/>
      </w:pPr>
      <w:r>
        <w:t xml:space="preserve">  9 Jun.1489</w:t>
      </w:r>
      <w:r>
        <w:tab/>
        <w:t>He was one of those involved in a bond with John Derby of Stanligh,</w:t>
      </w:r>
    </w:p>
    <w:p w:rsidR="00D11B47" w:rsidRDefault="00D11B47" w:rsidP="00D11B47">
      <w:pPr>
        <w:ind w:left="1440" w:hanging="1440"/>
      </w:pPr>
      <w:r>
        <w:tab/>
        <w:t>Somerset.</w:t>
      </w:r>
    </w:p>
    <w:p w:rsidR="00D11B47" w:rsidRDefault="00D11B47" w:rsidP="00D11B47">
      <w:pPr>
        <w:ind w:left="1440" w:hanging="1440"/>
        <w:rPr>
          <w:u w:val="single"/>
        </w:rPr>
      </w:pPr>
      <w:r>
        <w:tab/>
        <w:t>(</w:t>
      </w:r>
      <w:r>
        <w:rPr>
          <w:u w:val="single"/>
        </w:rPr>
        <w:t>www.british-history.ac.uk/report.asp?compid = 64219)</w:t>
      </w:r>
    </w:p>
    <w:p w:rsidR="00D11B47" w:rsidRDefault="00D11B47" w:rsidP="00D11B47">
      <w:pPr>
        <w:ind w:left="1440" w:hanging="1440"/>
      </w:pPr>
    </w:p>
    <w:p w:rsidR="00D11B47" w:rsidRDefault="00D11B47" w:rsidP="00D11B47">
      <w:pPr>
        <w:ind w:left="1440" w:hanging="1440"/>
      </w:pPr>
    </w:p>
    <w:p w:rsidR="00D11B47" w:rsidRDefault="00D11B47" w:rsidP="00D11B47">
      <w:pPr>
        <w:ind w:left="1440" w:hanging="1440"/>
      </w:pPr>
      <w:r>
        <w:t>25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B47" w:rsidRDefault="00D11B47" w:rsidP="00564E3C">
      <w:r>
        <w:separator/>
      </w:r>
    </w:p>
  </w:endnote>
  <w:endnote w:type="continuationSeparator" w:id="0">
    <w:p w:rsidR="00D11B47" w:rsidRDefault="00D11B47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11B47">
      <w:rPr>
        <w:rFonts w:ascii="Times New Roman" w:hAnsi="Times New Roman" w:cs="Times New Roman"/>
        <w:noProof/>
        <w:sz w:val="24"/>
        <w:szCs w:val="24"/>
      </w:rPr>
      <w:t>22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B47" w:rsidRDefault="00D11B47" w:rsidP="00564E3C">
      <w:r>
        <w:separator/>
      </w:r>
    </w:p>
  </w:footnote>
  <w:footnote w:type="continuationSeparator" w:id="0">
    <w:p w:rsidR="00D11B47" w:rsidRDefault="00D11B47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47"/>
    <w:rsid w:val="00372DC6"/>
    <w:rsid w:val="00564E3C"/>
    <w:rsid w:val="0064591D"/>
    <w:rsid w:val="00D11B4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A93275-97B3-41BB-95A8-77123CA3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B4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2015-10-22T20:14:00Z</dcterms:created>
  <dcterms:modified xsi:type="dcterms:W3CDTF">2015-10-22T20:14:00Z</dcterms:modified>
</cp:coreProperties>
</file>