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A6FB" w14:textId="77777777" w:rsidR="000812D7" w:rsidRDefault="000812D7" w:rsidP="000812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OAK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BDDD3B6" w14:textId="77777777" w:rsidR="000812D7" w:rsidRDefault="000812D7" w:rsidP="000812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80FAF80" w14:textId="77777777" w:rsidR="000812D7" w:rsidRDefault="000812D7" w:rsidP="000812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CCBF28" w14:textId="77777777" w:rsidR="000812D7" w:rsidRDefault="000812D7" w:rsidP="000812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CE2C89" w14:textId="77777777" w:rsidR="000812D7" w:rsidRDefault="000812D7" w:rsidP="000812D7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18F56CA" w14:textId="77777777" w:rsidR="000812D7" w:rsidRDefault="000812D7" w:rsidP="000812D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301671D" w14:textId="77777777" w:rsidR="000812D7" w:rsidRDefault="000812D7" w:rsidP="000812D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7DD9463" w14:textId="77777777" w:rsidR="000812D7" w:rsidRDefault="000812D7" w:rsidP="000812D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A924D11" w14:textId="77777777" w:rsidR="000812D7" w:rsidRDefault="000812D7" w:rsidP="000812D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9A35A5F" w14:textId="77777777" w:rsidR="000812D7" w:rsidRDefault="000812D7" w:rsidP="000812D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July 2022</w:t>
      </w:r>
    </w:p>
    <w:p w14:paraId="56281A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FB007" w14:textId="77777777" w:rsidR="000812D7" w:rsidRDefault="000812D7" w:rsidP="009139A6">
      <w:r>
        <w:separator/>
      </w:r>
    </w:p>
  </w:endnote>
  <w:endnote w:type="continuationSeparator" w:id="0">
    <w:p w14:paraId="1749F7D5" w14:textId="77777777" w:rsidR="000812D7" w:rsidRDefault="000812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6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CF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93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C9AC" w14:textId="77777777" w:rsidR="000812D7" w:rsidRDefault="000812D7" w:rsidP="009139A6">
      <w:r>
        <w:separator/>
      </w:r>
    </w:p>
  </w:footnote>
  <w:footnote w:type="continuationSeparator" w:id="0">
    <w:p w14:paraId="03211D1A" w14:textId="77777777" w:rsidR="000812D7" w:rsidRDefault="000812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89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1C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B17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2D7"/>
    <w:rsid w:val="000666E0"/>
    <w:rsid w:val="000812D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09447"/>
  <w15:chartTrackingRefBased/>
  <w15:docId w15:val="{DF1C75BF-C2D2-446E-951F-0D5BF7CA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2022-07-18T20:37:00Z</dcterms:created>
  <dcterms:modified xsi:type="dcterms:W3CDTF">2022-07-18T20:37:00Z</dcterms:modified>
</cp:coreProperties>
</file>