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49768" w14:textId="77777777" w:rsidR="004B1CCB" w:rsidRDefault="004B1CCB" w:rsidP="004B1CCB">
      <w:pPr>
        <w:pStyle w:val="NoSpacing"/>
      </w:pPr>
      <w:r>
        <w:rPr>
          <w:u w:val="single"/>
        </w:rPr>
        <w:t>Elizabeth OOKEAM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22614A66" w14:textId="77777777" w:rsidR="004B1CCB" w:rsidRDefault="004B1CCB" w:rsidP="004B1CCB">
      <w:pPr>
        <w:pStyle w:val="NoSpacing"/>
      </w:pPr>
      <w:r>
        <w:t xml:space="preserve">of Bailey Lane Ward, Coventry. </w:t>
      </w:r>
    </w:p>
    <w:p w14:paraId="096FE7D3" w14:textId="77777777" w:rsidR="004B1CCB" w:rsidRDefault="004B1CCB" w:rsidP="004B1CCB">
      <w:pPr>
        <w:pStyle w:val="NoSpacing"/>
      </w:pPr>
    </w:p>
    <w:p w14:paraId="251D490B" w14:textId="77777777" w:rsidR="004B1CCB" w:rsidRDefault="004B1CCB" w:rsidP="004B1CCB">
      <w:pPr>
        <w:pStyle w:val="NoSpacing"/>
      </w:pPr>
    </w:p>
    <w:p w14:paraId="6F87F818" w14:textId="08FB4D92" w:rsidR="004B1CCB" w:rsidRDefault="004B1CCB" w:rsidP="004B1CCB">
      <w:pPr>
        <w:pStyle w:val="NoSpacing"/>
      </w:pPr>
      <w:r>
        <w:tab/>
        <w:t>1424</w:t>
      </w:r>
      <w:r>
        <w:tab/>
      </w:r>
      <w:r>
        <w:t>Sh</w:t>
      </w:r>
      <w:bookmarkStart w:id="0" w:name="_GoBack"/>
      <w:bookmarkEnd w:id="0"/>
      <w:r>
        <w:t xml:space="preserve">e contributed </w:t>
      </w:r>
      <w:r>
        <w:t xml:space="preserve">2s </w:t>
      </w:r>
      <w:r>
        <w:t>towards the £100 loaned to Henry VI.</w:t>
      </w:r>
    </w:p>
    <w:p w14:paraId="4E45AD66" w14:textId="77777777" w:rsidR="004B1CCB" w:rsidRDefault="004B1CCB" w:rsidP="004B1CCB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621A057C" w14:textId="77777777" w:rsidR="004B1CCB" w:rsidRDefault="004B1CCB" w:rsidP="004B1CCB">
      <w:pPr>
        <w:pStyle w:val="NoSpacing"/>
      </w:pPr>
    </w:p>
    <w:p w14:paraId="1B514150" w14:textId="77777777" w:rsidR="004B1CCB" w:rsidRDefault="004B1CCB" w:rsidP="004B1CCB">
      <w:pPr>
        <w:pStyle w:val="NoSpacing"/>
      </w:pPr>
    </w:p>
    <w:p w14:paraId="4008E629" w14:textId="174356AF" w:rsidR="006B2F86" w:rsidRPr="004B1CCB" w:rsidRDefault="004B1CCB" w:rsidP="004B1CCB">
      <w:pPr>
        <w:pStyle w:val="NoSpacing"/>
      </w:pPr>
      <w:r>
        <w:t>18 January 2018</w:t>
      </w:r>
    </w:p>
    <w:sectPr w:rsidR="006B2F86" w:rsidRPr="004B1C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40AC4" w14:textId="77777777" w:rsidR="004B1CCB" w:rsidRDefault="004B1CCB" w:rsidP="00E71FC3">
      <w:pPr>
        <w:spacing w:after="0" w:line="240" w:lineRule="auto"/>
      </w:pPr>
      <w:r>
        <w:separator/>
      </w:r>
    </w:p>
  </w:endnote>
  <w:endnote w:type="continuationSeparator" w:id="0">
    <w:p w14:paraId="605B5FC1" w14:textId="77777777" w:rsidR="004B1CCB" w:rsidRDefault="004B1C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F53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161D3" w14:textId="77777777" w:rsidR="004B1CCB" w:rsidRDefault="004B1CCB" w:rsidP="00E71FC3">
      <w:pPr>
        <w:spacing w:after="0" w:line="240" w:lineRule="auto"/>
      </w:pPr>
      <w:r>
        <w:separator/>
      </w:r>
    </w:p>
  </w:footnote>
  <w:footnote w:type="continuationSeparator" w:id="0">
    <w:p w14:paraId="3152352A" w14:textId="77777777" w:rsidR="004B1CCB" w:rsidRDefault="004B1C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CB"/>
    <w:rsid w:val="001A7C09"/>
    <w:rsid w:val="004B1CC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A7F3B"/>
  <w15:chartTrackingRefBased/>
  <w15:docId w15:val="{6FA195E4-6510-4660-809B-36C3D2A2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2018-01-18T17:05:00Z</dcterms:created>
  <dcterms:modified xsi:type="dcterms:W3CDTF">2018-01-18T17:06:00Z</dcterms:modified>
</cp:coreProperties>
</file>