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8C410" w14:textId="56C8BC50" w:rsidR="00BA00AB" w:rsidRDefault="00B0478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SAINTOLERE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6DED369B" w14:textId="4054C794" w:rsidR="00B0478A" w:rsidRDefault="00B0478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794891" w14:textId="3AE1A750" w:rsidR="00B0478A" w:rsidRDefault="00B0478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DC6A39" w14:textId="5F6C1CA2" w:rsidR="00B0478A" w:rsidRDefault="00B0478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ca.</w:t>
      </w: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>He is mentioned as controller of changers and assayers of the coinage,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1934918" w14:textId="7945395C" w:rsidR="00B0478A" w:rsidRDefault="00B0478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having wages of 40 marks.   (Harl.433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p.192)</w:t>
      </w:r>
    </w:p>
    <w:p w14:paraId="6FB66479" w14:textId="43395F15" w:rsidR="00B0478A" w:rsidRDefault="00B0478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017C7A" w14:textId="5311119C" w:rsidR="00B0478A" w:rsidRDefault="00B0478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DD7DD7" w14:textId="604EA1DE" w:rsidR="00B0478A" w:rsidRPr="00B0478A" w:rsidRDefault="00B0478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April 2021</w:t>
      </w:r>
    </w:p>
    <w:sectPr w:rsidR="00B0478A" w:rsidRPr="00B047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138D11" w14:textId="77777777" w:rsidR="00B0478A" w:rsidRDefault="00B0478A" w:rsidP="009139A6">
      <w:r>
        <w:separator/>
      </w:r>
    </w:p>
  </w:endnote>
  <w:endnote w:type="continuationSeparator" w:id="0">
    <w:p w14:paraId="3BE56F7A" w14:textId="77777777" w:rsidR="00B0478A" w:rsidRDefault="00B0478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1DBB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FE93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D3C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4669E8" w14:textId="77777777" w:rsidR="00B0478A" w:rsidRDefault="00B0478A" w:rsidP="009139A6">
      <w:r>
        <w:separator/>
      </w:r>
    </w:p>
  </w:footnote>
  <w:footnote w:type="continuationSeparator" w:id="0">
    <w:p w14:paraId="1F5EE036" w14:textId="77777777" w:rsidR="00B0478A" w:rsidRDefault="00B0478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D0B6B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67EC6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B910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78A"/>
    <w:rsid w:val="000666E0"/>
    <w:rsid w:val="002510B7"/>
    <w:rsid w:val="0026663F"/>
    <w:rsid w:val="005C130B"/>
    <w:rsid w:val="00826F5C"/>
    <w:rsid w:val="009139A6"/>
    <w:rsid w:val="009448BB"/>
    <w:rsid w:val="00A3176C"/>
    <w:rsid w:val="00B0478A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73B1C"/>
  <w15:chartTrackingRefBased/>
  <w15:docId w15:val="{A45F2E1E-875E-41CB-A7AE-B6370E8DC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cp:lastPrinted>2021-04-03T16:49:00Z</cp:lastPrinted>
  <dcterms:created xsi:type="dcterms:W3CDTF">2021-04-03T16:45:00Z</dcterms:created>
  <dcterms:modified xsi:type="dcterms:W3CDTF">2021-04-03T16:51:00Z</dcterms:modified>
</cp:coreProperties>
</file>