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54584" w14:textId="40E0B626" w:rsidR="006B2F86" w:rsidRDefault="00887E73" w:rsidP="00E71FC3">
      <w:pPr>
        <w:pStyle w:val="NoSpacing"/>
      </w:pPr>
      <w:r>
        <w:rPr>
          <w:u w:val="single"/>
        </w:rPr>
        <w:t>Nicholas SAVILLE</w:t>
      </w:r>
      <w:r>
        <w:t xml:space="preserve">  </w:t>
      </w:r>
      <w:proofErr w:type="gramStart"/>
      <w:r>
        <w:t xml:space="preserve">   (</w:t>
      </w:r>
      <w:proofErr w:type="gramEnd"/>
      <w:r>
        <w:t>b.ca.1440)</w:t>
      </w:r>
    </w:p>
    <w:p w14:paraId="07B8B88F" w14:textId="37FE9AE6" w:rsidR="00887E73" w:rsidRDefault="00887E73" w:rsidP="00E71FC3">
      <w:pPr>
        <w:pStyle w:val="NoSpacing"/>
      </w:pPr>
      <w:r>
        <w:t>of Yorkshire.</w:t>
      </w:r>
    </w:p>
    <w:p w14:paraId="3D893515" w14:textId="53C64410" w:rsidR="00887E73" w:rsidRDefault="00887E73" w:rsidP="00E71FC3">
      <w:pPr>
        <w:pStyle w:val="NoSpacing"/>
      </w:pPr>
    </w:p>
    <w:p w14:paraId="782E070E" w14:textId="18D19DD9" w:rsidR="00887E73" w:rsidRDefault="00887E73" w:rsidP="00E71FC3">
      <w:pPr>
        <w:pStyle w:val="NoSpacing"/>
      </w:pPr>
    </w:p>
    <w:p w14:paraId="3CA147C1" w14:textId="7D6E0F9E" w:rsidR="00887E73" w:rsidRDefault="00887E73" w:rsidP="00E71FC3">
      <w:pPr>
        <w:pStyle w:val="NoSpacing"/>
      </w:pPr>
      <w:r>
        <w:t>Son of Sir John Saville(</w:t>
      </w:r>
      <w:proofErr w:type="gramStart"/>
      <w:r>
        <w:t>d.1482)(</w:t>
      </w:r>
      <w:proofErr w:type="gramEnd"/>
      <w:r>
        <w:t>q.v.).   (I.G.I.)</w:t>
      </w:r>
    </w:p>
    <w:p w14:paraId="423B4994" w14:textId="7782996A" w:rsidR="00887E73" w:rsidRDefault="00887E73" w:rsidP="00E71FC3">
      <w:pPr>
        <w:pStyle w:val="NoSpacing"/>
      </w:pPr>
    </w:p>
    <w:p w14:paraId="684471DD" w14:textId="24D11CF4" w:rsidR="00887E73" w:rsidRDefault="00887E73" w:rsidP="00E71FC3">
      <w:pPr>
        <w:pStyle w:val="NoSpacing"/>
      </w:pPr>
    </w:p>
    <w:p w14:paraId="0550852D" w14:textId="4B6BA197" w:rsidR="00887E73" w:rsidRPr="00887E73" w:rsidRDefault="00887E73" w:rsidP="00E71FC3">
      <w:pPr>
        <w:pStyle w:val="NoSpacing"/>
      </w:pPr>
      <w:r>
        <w:t>7 June 2018</w:t>
      </w:r>
      <w:bookmarkStart w:id="0" w:name="_GoBack"/>
      <w:bookmarkEnd w:id="0"/>
    </w:p>
    <w:sectPr w:rsidR="00887E73" w:rsidRPr="00887E7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18AF5D" w14:textId="77777777" w:rsidR="00887E73" w:rsidRDefault="00887E73" w:rsidP="00E71FC3">
      <w:pPr>
        <w:spacing w:after="0" w:line="240" w:lineRule="auto"/>
      </w:pPr>
      <w:r>
        <w:separator/>
      </w:r>
    </w:p>
  </w:endnote>
  <w:endnote w:type="continuationSeparator" w:id="0">
    <w:p w14:paraId="2FFB963B" w14:textId="77777777" w:rsidR="00887E73" w:rsidRDefault="00887E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AE18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88C646" w14:textId="77777777" w:rsidR="00887E73" w:rsidRDefault="00887E73" w:rsidP="00E71FC3">
      <w:pPr>
        <w:spacing w:after="0" w:line="240" w:lineRule="auto"/>
      </w:pPr>
      <w:r>
        <w:separator/>
      </w:r>
    </w:p>
  </w:footnote>
  <w:footnote w:type="continuationSeparator" w:id="0">
    <w:p w14:paraId="362158D5" w14:textId="77777777" w:rsidR="00887E73" w:rsidRDefault="00887E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73"/>
    <w:rsid w:val="001A7C09"/>
    <w:rsid w:val="00577BD5"/>
    <w:rsid w:val="00656CBA"/>
    <w:rsid w:val="006A1F77"/>
    <w:rsid w:val="00733BE7"/>
    <w:rsid w:val="00887E7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17253"/>
  <w15:chartTrackingRefBased/>
  <w15:docId w15:val="{03758130-89AE-4CD8-A1B7-89019CF0C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</cp:lastModifiedBy>
  <cp:revision>1</cp:revision>
  <dcterms:created xsi:type="dcterms:W3CDTF">2018-06-07T18:37:00Z</dcterms:created>
  <dcterms:modified xsi:type="dcterms:W3CDTF">2018-06-07T18:39:00Z</dcterms:modified>
</cp:coreProperties>
</file>