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4529C" w14:textId="77777777" w:rsidR="001D2EC8" w:rsidRDefault="001D2EC8" w:rsidP="001D2EC8">
      <w:pPr>
        <w:pStyle w:val="NoSpacing"/>
        <w:jc w:val="both"/>
      </w:pPr>
      <w:r>
        <w:rPr>
          <w:u w:val="single"/>
        </w:rPr>
        <w:t>John SYMOND, junior</w:t>
      </w:r>
      <w:r>
        <w:t xml:space="preserve">      (fl.1492)</w:t>
      </w:r>
    </w:p>
    <w:p w14:paraId="55B21B84" w14:textId="77777777" w:rsidR="001D2EC8" w:rsidRDefault="001D2EC8" w:rsidP="001D2EC8">
      <w:pPr>
        <w:pStyle w:val="NoSpacing"/>
        <w:jc w:val="both"/>
      </w:pPr>
      <w:r>
        <w:t xml:space="preserve">of </w:t>
      </w:r>
      <w:proofErr w:type="spellStart"/>
      <w:r>
        <w:t>Icklingham</w:t>
      </w:r>
      <w:proofErr w:type="spellEnd"/>
      <w:r>
        <w:t>.</w:t>
      </w:r>
    </w:p>
    <w:p w14:paraId="2CD676A3" w14:textId="77777777" w:rsidR="001D2EC8" w:rsidRDefault="001D2EC8" w:rsidP="001D2EC8">
      <w:pPr>
        <w:pStyle w:val="NoSpacing"/>
        <w:jc w:val="both"/>
      </w:pPr>
    </w:p>
    <w:p w14:paraId="3A922355" w14:textId="77777777" w:rsidR="001D2EC8" w:rsidRDefault="001D2EC8" w:rsidP="001D2EC8">
      <w:pPr>
        <w:pStyle w:val="NoSpacing"/>
        <w:jc w:val="both"/>
      </w:pPr>
    </w:p>
    <w:p w14:paraId="13623EBC" w14:textId="77777777" w:rsidR="001D2EC8" w:rsidRDefault="001D2EC8" w:rsidP="001D2EC8">
      <w:pPr>
        <w:pStyle w:val="NoSpacing"/>
        <w:jc w:val="both"/>
      </w:pPr>
      <w:r>
        <w:t>12 Feb.1492</w:t>
      </w:r>
      <w:r>
        <w:tab/>
        <w:t xml:space="preserve">He was one of those to whom John </w:t>
      </w:r>
      <w:proofErr w:type="spellStart"/>
      <w:r>
        <w:t>Leyston</w:t>
      </w:r>
      <w:proofErr w:type="spellEnd"/>
      <w:r>
        <w:t xml:space="preserve"> of Barrow, Suffolk(q.v.),</w:t>
      </w:r>
    </w:p>
    <w:p w14:paraId="3B0D7762" w14:textId="77777777" w:rsidR="001D2EC8" w:rsidRDefault="001D2EC8" w:rsidP="001D2EC8">
      <w:pPr>
        <w:pStyle w:val="NoSpacing"/>
        <w:jc w:val="both"/>
      </w:pPr>
      <w:r>
        <w:tab/>
      </w:r>
      <w:r>
        <w:tab/>
        <w:t xml:space="preserve">John Clerk of Great </w:t>
      </w:r>
      <w:proofErr w:type="spellStart"/>
      <w:r>
        <w:t>Saxham</w:t>
      </w:r>
      <w:proofErr w:type="spellEnd"/>
      <w:r>
        <w:t xml:space="preserve">(q.v.) and John </w:t>
      </w:r>
      <w:proofErr w:type="spellStart"/>
      <w:r>
        <w:t>Pye</w:t>
      </w:r>
      <w:proofErr w:type="spellEnd"/>
      <w:r>
        <w:t xml:space="preserve"> of Barrow(q.v.) granted</w:t>
      </w:r>
    </w:p>
    <w:p w14:paraId="0EA9B037" w14:textId="77777777" w:rsidR="001D2EC8" w:rsidRDefault="001D2EC8" w:rsidP="001D2EC8">
      <w:pPr>
        <w:pStyle w:val="NoSpacing"/>
        <w:jc w:val="both"/>
      </w:pPr>
      <w:r>
        <w:tab/>
      </w:r>
      <w:r>
        <w:tab/>
        <w:t>a tenement and 2 pieces of land in Barrow.</w:t>
      </w:r>
    </w:p>
    <w:p w14:paraId="1ED9D7A5" w14:textId="77777777" w:rsidR="001D2EC8" w:rsidRDefault="001D2EC8" w:rsidP="001D2EC8">
      <w:pPr>
        <w:pStyle w:val="NoSpacing"/>
        <w:jc w:val="both"/>
      </w:pPr>
      <w:r>
        <w:tab/>
      </w:r>
      <w:r>
        <w:tab/>
        <w:t>(P.R.O. ref. EL 13/12/68)</w:t>
      </w:r>
    </w:p>
    <w:p w14:paraId="2632881F" w14:textId="77777777" w:rsidR="001D2EC8" w:rsidRDefault="001D2EC8" w:rsidP="001D2EC8">
      <w:pPr>
        <w:pStyle w:val="NoSpacing"/>
        <w:jc w:val="both"/>
      </w:pPr>
    </w:p>
    <w:p w14:paraId="7B9CC30F" w14:textId="77777777" w:rsidR="001D2EC8" w:rsidRDefault="001D2EC8" w:rsidP="001D2EC8">
      <w:pPr>
        <w:pStyle w:val="NoSpacing"/>
        <w:jc w:val="both"/>
      </w:pPr>
    </w:p>
    <w:p w14:paraId="47F40053" w14:textId="77777777" w:rsidR="001D2EC8" w:rsidRDefault="001D2EC8" w:rsidP="001D2EC8">
      <w:pPr>
        <w:pStyle w:val="NoSpacing"/>
        <w:jc w:val="both"/>
      </w:pPr>
      <w:r>
        <w:t>8 July 2019</w:t>
      </w:r>
    </w:p>
    <w:p w14:paraId="5AEBA841" w14:textId="77777777" w:rsidR="006B2F86" w:rsidRPr="00E71FC3" w:rsidRDefault="001D2EC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9ED21" w14:textId="77777777" w:rsidR="001D2EC8" w:rsidRDefault="001D2EC8" w:rsidP="00E71FC3">
      <w:pPr>
        <w:spacing w:after="0" w:line="240" w:lineRule="auto"/>
      </w:pPr>
      <w:r>
        <w:separator/>
      </w:r>
    </w:p>
  </w:endnote>
  <w:endnote w:type="continuationSeparator" w:id="0">
    <w:p w14:paraId="021DC41A" w14:textId="77777777" w:rsidR="001D2EC8" w:rsidRDefault="001D2E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186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2BE40" w14:textId="77777777" w:rsidR="001D2EC8" w:rsidRDefault="001D2EC8" w:rsidP="00E71FC3">
      <w:pPr>
        <w:spacing w:after="0" w:line="240" w:lineRule="auto"/>
      </w:pPr>
      <w:r>
        <w:separator/>
      </w:r>
    </w:p>
  </w:footnote>
  <w:footnote w:type="continuationSeparator" w:id="0">
    <w:p w14:paraId="70D46403" w14:textId="77777777" w:rsidR="001D2EC8" w:rsidRDefault="001D2E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EC8"/>
    <w:rsid w:val="001A7C09"/>
    <w:rsid w:val="001D2EC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E8A5F"/>
  <w15:chartTrackingRefBased/>
  <w15:docId w15:val="{21BDF941-F3DF-4B2A-887C-CF49AE0A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2019-07-15T19:51:00Z</dcterms:created>
  <dcterms:modified xsi:type="dcterms:W3CDTF">2019-07-15T19:52:00Z</dcterms:modified>
</cp:coreProperties>
</file>