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864" w:rsidRDefault="00B51864" w:rsidP="00B51864">
      <w:r>
        <w:rPr>
          <w:u w:val="single"/>
        </w:rPr>
        <w:t>John WALSALE</w:t>
      </w:r>
      <w:r>
        <w:t xml:space="preserve">     (fl.1404-6)</w:t>
      </w:r>
    </w:p>
    <w:p w:rsidR="00B51864" w:rsidRDefault="00B51864" w:rsidP="00B51864">
      <w:r>
        <w:t>Archer.</w:t>
      </w:r>
    </w:p>
    <w:p w:rsidR="00B51864" w:rsidRDefault="00B51864" w:rsidP="00B51864"/>
    <w:p w:rsidR="00B51864" w:rsidRDefault="00B51864" w:rsidP="00B51864"/>
    <w:p w:rsidR="00B51864" w:rsidRDefault="00B51864" w:rsidP="00B51864">
      <w:pPr>
        <w:numPr>
          <w:ilvl w:val="1"/>
          <w:numId w:val="1"/>
        </w:numPr>
      </w:pPr>
      <w:r>
        <w:t>He served in the garrisons at Montgomery and Bishop’s Castle as</w:t>
      </w:r>
    </w:p>
    <w:p w:rsidR="00B51864" w:rsidRDefault="00B51864" w:rsidP="00B51864">
      <w:pPr>
        <w:ind w:left="1440"/>
      </w:pPr>
      <w:r>
        <w:t xml:space="preserve">part of the standing force in </w:t>
      </w:r>
      <w:smartTag w:uri="urn:schemas-microsoft-com:office:smarttags" w:element="place">
        <w:r>
          <w:t>North Wales</w:t>
        </w:r>
      </w:smartTag>
      <w:r>
        <w:t>, under the command of</w:t>
      </w:r>
    </w:p>
    <w:p w:rsidR="00B51864" w:rsidRDefault="00B51864" w:rsidP="00B51864">
      <w:pPr>
        <w:ind w:left="1440"/>
      </w:pPr>
      <w:r>
        <w:t>Thomas Neville, Lord Furnival(q.v.)</w:t>
      </w:r>
    </w:p>
    <w:p w:rsidR="00B51864" w:rsidRDefault="00B51864" w:rsidP="00B51864">
      <w:r>
        <w:tab/>
      </w:r>
      <w:r>
        <w:tab/>
        <w:t>(www.icmacentre.ac.uk/soldier/database)</w:t>
      </w:r>
    </w:p>
    <w:p w:rsidR="00B51864" w:rsidRDefault="00B51864" w:rsidP="00B51864"/>
    <w:p w:rsidR="00B51864" w:rsidRDefault="00B51864" w:rsidP="00B51864"/>
    <w:p w:rsidR="00B51864" w:rsidRDefault="00B51864" w:rsidP="00B51864"/>
    <w:p w:rsidR="00BA4020" w:rsidRDefault="00B51864" w:rsidP="00B51864">
      <w:r>
        <w:t>7 February 2011</w:t>
      </w:r>
    </w:p>
    <w:sectPr w:rsidR="00BA4020" w:rsidSect="00722E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1864" w:rsidRDefault="00B51864" w:rsidP="00552EBA">
      <w:r>
        <w:separator/>
      </w:r>
    </w:p>
  </w:endnote>
  <w:endnote w:type="continuationSeparator" w:id="0">
    <w:p w:rsidR="00B51864" w:rsidRDefault="00B51864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B51864">
        <w:rPr>
          <w:noProof/>
        </w:rPr>
        <w:t>08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1864" w:rsidRDefault="00B51864" w:rsidP="00552EBA">
      <w:r>
        <w:separator/>
      </w:r>
    </w:p>
  </w:footnote>
  <w:footnote w:type="continuationSeparator" w:id="0">
    <w:p w:rsidR="00B51864" w:rsidRDefault="00B51864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E17B08"/>
    <w:multiLevelType w:val="multilevel"/>
    <w:tmpl w:val="4ACE5242"/>
    <w:lvl w:ilvl="0">
      <w:start w:val="1404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6"/>
      <w:numFmt w:val="decimal"/>
      <w:lvlText w:val="%1-%2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80"/>
        </w:tabs>
        <w:ind w:left="198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520"/>
        </w:tabs>
        <w:ind w:left="2520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22E0F"/>
    <w:rsid w:val="00B5186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1864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2011-02-08T20:26:00Z</dcterms:created>
  <dcterms:modified xsi:type="dcterms:W3CDTF">2011-02-08T20:28:00Z</dcterms:modified>
</cp:coreProperties>
</file>