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CC586" w14:textId="77777777" w:rsidR="000056A0" w:rsidRDefault="000056A0" w:rsidP="000056A0">
      <w:pPr>
        <w:pStyle w:val="NoSpacing"/>
      </w:pPr>
      <w:r>
        <w:rPr>
          <w:u w:val="single"/>
        </w:rPr>
        <w:t>Thomas WOGHHOPE</w:t>
      </w:r>
      <w:r>
        <w:t xml:space="preserve">   </w:t>
      </w:r>
      <w:proofErr w:type="gramStart"/>
      <w:r>
        <w:t xml:space="preserve">   (</w:t>
      </w:r>
      <w:proofErr w:type="gramEnd"/>
      <w:r>
        <w:t>fl.1443)</w:t>
      </w:r>
    </w:p>
    <w:p w14:paraId="6CA27FBE" w14:textId="77777777" w:rsidR="000056A0" w:rsidRDefault="000056A0" w:rsidP="000056A0">
      <w:pPr>
        <w:pStyle w:val="NoSpacing"/>
      </w:pPr>
    </w:p>
    <w:p w14:paraId="310B829A" w14:textId="77777777" w:rsidR="000056A0" w:rsidRDefault="000056A0" w:rsidP="000056A0">
      <w:pPr>
        <w:pStyle w:val="NoSpacing"/>
      </w:pPr>
    </w:p>
    <w:p w14:paraId="219E1B0C" w14:textId="77777777" w:rsidR="000056A0" w:rsidRDefault="000056A0" w:rsidP="000056A0">
      <w:pPr>
        <w:pStyle w:val="NoSpacing"/>
      </w:pPr>
      <w:r>
        <w:t>21 Oct.1443</w:t>
      </w:r>
      <w:r>
        <w:tab/>
        <w:t>He was a juror on the inquisition post mortem held in Canterbury into</w:t>
      </w:r>
    </w:p>
    <w:p w14:paraId="498071AD" w14:textId="77777777" w:rsidR="000056A0" w:rsidRDefault="000056A0" w:rsidP="000056A0">
      <w:pPr>
        <w:pStyle w:val="NoSpacing"/>
      </w:pPr>
      <w:r>
        <w:tab/>
      </w:r>
      <w:r>
        <w:tab/>
        <w:t>lands of the late Thomas Halle(q.v.).</w:t>
      </w:r>
    </w:p>
    <w:p w14:paraId="2F7345B3" w14:textId="0E75A216" w:rsidR="0014453D" w:rsidRDefault="000056A0" w:rsidP="000056A0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26-42)</w:t>
      </w:r>
    </w:p>
    <w:p w14:paraId="1356C80F" w14:textId="77777777" w:rsidR="000056A0" w:rsidRDefault="000056A0" w:rsidP="000056A0">
      <w:pPr>
        <w:pStyle w:val="NoSpacing"/>
      </w:pPr>
    </w:p>
    <w:p w14:paraId="0345A412" w14:textId="77777777" w:rsidR="000056A0" w:rsidRDefault="000056A0" w:rsidP="000056A0">
      <w:pPr>
        <w:pStyle w:val="NoSpacing"/>
      </w:pPr>
    </w:p>
    <w:p w14:paraId="21B3F7FE" w14:textId="77777777" w:rsidR="000056A0" w:rsidRPr="00FD77F8" w:rsidRDefault="000056A0" w:rsidP="000056A0">
      <w:pPr>
        <w:pStyle w:val="NoSpacing"/>
      </w:pPr>
      <w:r>
        <w:t>23 January 2019</w:t>
      </w:r>
    </w:p>
    <w:p w14:paraId="05653E3E" w14:textId="562B0A08" w:rsidR="006B2F86" w:rsidRPr="000056A0" w:rsidRDefault="0014453D" w:rsidP="00E71FC3">
      <w:pPr>
        <w:pStyle w:val="NoSpacing"/>
      </w:pPr>
    </w:p>
    <w:sectPr w:rsidR="006B2F86" w:rsidRPr="000056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75D7D" w14:textId="77777777" w:rsidR="000056A0" w:rsidRDefault="000056A0" w:rsidP="00E71FC3">
      <w:pPr>
        <w:spacing w:after="0" w:line="240" w:lineRule="auto"/>
      </w:pPr>
      <w:r>
        <w:separator/>
      </w:r>
    </w:p>
  </w:endnote>
  <w:endnote w:type="continuationSeparator" w:id="0">
    <w:p w14:paraId="2CC92634" w14:textId="77777777" w:rsidR="000056A0" w:rsidRDefault="000056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AAE5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446F5" w14:textId="77777777" w:rsidR="000056A0" w:rsidRDefault="000056A0" w:rsidP="00E71FC3">
      <w:pPr>
        <w:spacing w:after="0" w:line="240" w:lineRule="auto"/>
      </w:pPr>
      <w:r>
        <w:separator/>
      </w:r>
    </w:p>
  </w:footnote>
  <w:footnote w:type="continuationSeparator" w:id="0">
    <w:p w14:paraId="253E85A9" w14:textId="77777777" w:rsidR="000056A0" w:rsidRDefault="000056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A0"/>
    <w:rsid w:val="000056A0"/>
    <w:rsid w:val="0014453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C8ACB"/>
  <w15:chartTrackingRefBased/>
  <w15:docId w15:val="{8EFFD491-4036-4A90-BD70-CEF04873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2019-01-23T21:25:00Z</dcterms:created>
  <dcterms:modified xsi:type="dcterms:W3CDTF">2020-09-22T11:25:00Z</dcterms:modified>
</cp:coreProperties>
</file>