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2B96F" w14:textId="3C031BAC" w:rsidR="006A5950" w:rsidRDefault="006A5950" w:rsidP="006A5950">
      <w:pPr>
        <w:pStyle w:val="NoSpacing"/>
      </w:pPr>
      <w:r>
        <w:rPr>
          <w:u w:val="single"/>
        </w:rPr>
        <w:t>Robert ANDREW (</w:t>
      </w:r>
      <w:proofErr w:type="gramStart"/>
      <w:r>
        <w:rPr>
          <w:u w:val="single"/>
        </w:rPr>
        <w:t>ANDRU)</w:t>
      </w:r>
      <w:r>
        <w:t xml:space="preserve">   </w:t>
      </w:r>
      <w:proofErr w:type="gramEnd"/>
      <w:r>
        <w:t xml:space="preserve">      </w:t>
      </w:r>
      <w:r>
        <w:t>(fl.14</w:t>
      </w:r>
      <w:r>
        <w:t>09</w:t>
      </w:r>
      <w:r>
        <w:t>)</w:t>
      </w:r>
    </w:p>
    <w:p w14:paraId="4C407512" w14:textId="77777777" w:rsidR="006A5950" w:rsidRDefault="006A5950" w:rsidP="006A5950">
      <w:pPr>
        <w:pStyle w:val="NoSpacing"/>
      </w:pPr>
      <w:r>
        <w:t>of the diocese of Exeter.</w:t>
      </w:r>
    </w:p>
    <w:p w14:paraId="5FD811A6" w14:textId="77777777" w:rsidR="006A5950" w:rsidRDefault="006A5950" w:rsidP="006A5950">
      <w:pPr>
        <w:pStyle w:val="NoSpacing"/>
      </w:pPr>
    </w:p>
    <w:p w14:paraId="7F29F800" w14:textId="77777777" w:rsidR="006A5950" w:rsidRDefault="006A5950" w:rsidP="006A5950">
      <w:pPr>
        <w:pStyle w:val="NoSpacing"/>
      </w:pPr>
    </w:p>
    <w:p w14:paraId="081C0B05" w14:textId="2B2F4D30" w:rsidR="006A5950" w:rsidRDefault="006A5950" w:rsidP="006A5950">
      <w:pPr>
        <w:pStyle w:val="NoSpacing"/>
      </w:pPr>
      <w:r>
        <w:t xml:space="preserve">  </w:t>
      </w:r>
      <w:r>
        <w:tab/>
        <w:t>1409</w:t>
      </w:r>
      <w:r>
        <w:tab/>
        <w:t xml:space="preserve">He was ordained to his first tonsure </w:t>
      </w:r>
      <w:bookmarkStart w:id="0" w:name="_GoBack"/>
      <w:bookmarkEnd w:id="0"/>
      <w:r>
        <w:t>by Edmund</w:t>
      </w:r>
    </w:p>
    <w:p w14:paraId="36DF6B66" w14:textId="77777777" w:rsidR="006A5950" w:rsidRDefault="006A5950" w:rsidP="006A5950">
      <w:pPr>
        <w:pStyle w:val="NoSpacing"/>
      </w:pPr>
      <w:r>
        <w:tab/>
      </w:r>
      <w:r>
        <w:tab/>
        <w:t>Stafford, Bishop of Exeter(q.v.).</w:t>
      </w:r>
    </w:p>
    <w:p w14:paraId="342804D1" w14:textId="77777777" w:rsidR="006A5950" w:rsidRDefault="006A5950" w:rsidP="006A5950">
      <w:pPr>
        <w:pStyle w:val="NoSpacing"/>
      </w:pPr>
      <w:r>
        <w:tab/>
      </w:r>
      <w:r>
        <w:tab/>
        <w:t>(“Stafford Register” pp.428 and 426)</w:t>
      </w:r>
    </w:p>
    <w:p w14:paraId="7E4D9AD1" w14:textId="77777777" w:rsidR="006A5950" w:rsidRDefault="006A5950" w:rsidP="006A5950">
      <w:pPr>
        <w:pStyle w:val="NoSpacing"/>
      </w:pPr>
    </w:p>
    <w:p w14:paraId="02393C6A" w14:textId="77777777" w:rsidR="006A5950" w:rsidRDefault="006A5950" w:rsidP="006A5950">
      <w:pPr>
        <w:pStyle w:val="NoSpacing"/>
      </w:pPr>
    </w:p>
    <w:p w14:paraId="08A19A32" w14:textId="68CF64FB" w:rsidR="006B2F86" w:rsidRPr="006A5950" w:rsidRDefault="006A5950" w:rsidP="006A5950">
      <w:pPr>
        <w:pStyle w:val="NoSpacing"/>
      </w:pPr>
      <w:r>
        <w:t>5 February 2019</w:t>
      </w:r>
    </w:p>
    <w:sectPr w:rsidR="006B2F86" w:rsidRPr="006A59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FD9BE" w14:textId="77777777" w:rsidR="006A5950" w:rsidRDefault="006A5950" w:rsidP="00E71FC3">
      <w:pPr>
        <w:spacing w:after="0" w:line="240" w:lineRule="auto"/>
      </w:pPr>
      <w:r>
        <w:separator/>
      </w:r>
    </w:p>
  </w:endnote>
  <w:endnote w:type="continuationSeparator" w:id="0">
    <w:p w14:paraId="42840F77" w14:textId="77777777" w:rsidR="006A5950" w:rsidRDefault="006A59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778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5298F" w14:textId="77777777" w:rsidR="006A5950" w:rsidRDefault="006A5950" w:rsidP="00E71FC3">
      <w:pPr>
        <w:spacing w:after="0" w:line="240" w:lineRule="auto"/>
      </w:pPr>
      <w:r>
        <w:separator/>
      </w:r>
    </w:p>
  </w:footnote>
  <w:footnote w:type="continuationSeparator" w:id="0">
    <w:p w14:paraId="1FE44A01" w14:textId="77777777" w:rsidR="006A5950" w:rsidRDefault="006A59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950"/>
    <w:rsid w:val="001A7C09"/>
    <w:rsid w:val="00577BD5"/>
    <w:rsid w:val="00656CBA"/>
    <w:rsid w:val="006A1F77"/>
    <w:rsid w:val="006A595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966C0"/>
  <w15:chartTrackingRefBased/>
  <w15:docId w15:val="{D4290167-BFC6-4119-B6BD-9A0E9029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2019-02-05T19:19:00Z</dcterms:created>
  <dcterms:modified xsi:type="dcterms:W3CDTF">2019-02-05T19:20:00Z</dcterms:modified>
</cp:coreProperties>
</file>