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D329F" w14:textId="25D0780D" w:rsidR="004E6A75" w:rsidRDefault="004E6A7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ARDERNE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499A5820" w14:textId="269816CB" w:rsidR="004E6A75" w:rsidRDefault="004E6A7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Little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Sussex.</w:t>
      </w:r>
    </w:p>
    <w:p w14:paraId="33AF1F52" w14:textId="605161C2" w:rsidR="004E6A75" w:rsidRDefault="004E6A7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202891" w14:textId="45C11B64" w:rsidR="004E6A75" w:rsidRDefault="004E6A7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44A791" w14:textId="59BC2273" w:rsidR="004E6A75" w:rsidRDefault="0097566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Oct.1477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resigned by this time.</w:t>
      </w:r>
    </w:p>
    <w:p w14:paraId="3897FBAE" w14:textId="77777777" w:rsidR="00975660" w:rsidRDefault="00975660" w:rsidP="009756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(C.P.R. 1476-85 p.53)</w:t>
      </w:r>
    </w:p>
    <w:p w14:paraId="399F0CB1" w14:textId="77777777" w:rsidR="00975660" w:rsidRDefault="00975660" w:rsidP="009756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B6AAE9" w14:textId="77777777" w:rsidR="00975660" w:rsidRDefault="00975660" w:rsidP="009756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C7607E" w14:textId="77777777" w:rsidR="00975660" w:rsidRDefault="00975660" w:rsidP="0097566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January 2021</w:t>
      </w:r>
    </w:p>
    <w:p w14:paraId="21827A09" w14:textId="5ACDB649" w:rsidR="00975660" w:rsidRPr="004E6A75" w:rsidRDefault="0097566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75660" w:rsidRPr="004E6A7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E47A4" w14:textId="77777777" w:rsidR="00061A5E" w:rsidRDefault="00061A5E" w:rsidP="00CD0211">
      <w:pPr>
        <w:spacing w:after="0" w:line="240" w:lineRule="auto"/>
      </w:pPr>
      <w:r>
        <w:separator/>
      </w:r>
    </w:p>
  </w:endnote>
  <w:endnote w:type="continuationSeparator" w:id="0">
    <w:p w14:paraId="335FCCFC" w14:textId="77777777" w:rsidR="00061A5E" w:rsidRDefault="00061A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F666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E2579" w14:textId="77777777" w:rsidR="00061A5E" w:rsidRDefault="00061A5E" w:rsidP="00CD0211">
      <w:pPr>
        <w:spacing w:after="0" w:line="240" w:lineRule="auto"/>
      </w:pPr>
      <w:r>
        <w:separator/>
      </w:r>
    </w:p>
  </w:footnote>
  <w:footnote w:type="continuationSeparator" w:id="0">
    <w:p w14:paraId="6B936F27" w14:textId="77777777" w:rsidR="00061A5E" w:rsidRDefault="00061A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61A5E"/>
    <w:rsid w:val="00112D33"/>
    <w:rsid w:val="004E6A75"/>
    <w:rsid w:val="006746EF"/>
    <w:rsid w:val="007F5562"/>
    <w:rsid w:val="00975660"/>
    <w:rsid w:val="00A2711B"/>
    <w:rsid w:val="00A455A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72F1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2021-01-04T21:31:00Z</dcterms:created>
  <dcterms:modified xsi:type="dcterms:W3CDTF">2021-01-04T22:22:00Z</dcterms:modified>
</cp:coreProperties>
</file>