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3902" w:rsidRDefault="00EB3902" w:rsidP="00EB390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Adam BELL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fl.1420)</w:t>
      </w:r>
    </w:p>
    <w:p w:rsidR="00EB3902" w:rsidRDefault="00EB3902" w:rsidP="00EB390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B3902" w:rsidRDefault="00EB3902" w:rsidP="00EB390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B3902" w:rsidRDefault="00EB3902" w:rsidP="00EB390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 Mar.1420</w:t>
      </w:r>
      <w:r>
        <w:rPr>
          <w:rFonts w:ascii="Times New Roman" w:hAnsi="Times New Roman" w:cs="Times New Roman"/>
          <w:sz w:val="24"/>
          <w:szCs w:val="24"/>
        </w:rPr>
        <w:tab/>
        <w:t>He was a tenant of the manor of Hooton Pagnell, West Riding of Yorkshire.</w:t>
      </w:r>
    </w:p>
    <w:p w:rsidR="00EB3902" w:rsidRDefault="00EB3902" w:rsidP="00EB390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21-375)</w:t>
      </w:r>
    </w:p>
    <w:p w:rsidR="00EB3902" w:rsidRDefault="00EB3902" w:rsidP="00EB390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B3902" w:rsidRDefault="00EB3902" w:rsidP="00EB390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B3902" w:rsidRPr="002B5AB5" w:rsidRDefault="00EB3902" w:rsidP="00EB390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30 May 2016</w:t>
      </w:r>
    </w:p>
    <w:p w:rsidR="006B2F86" w:rsidRPr="00EB3902" w:rsidRDefault="00EB3902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6B2F86" w:rsidRPr="00EB3902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B3902" w:rsidRDefault="00EB3902" w:rsidP="00E71FC3">
      <w:pPr>
        <w:spacing w:after="0" w:line="240" w:lineRule="auto"/>
      </w:pPr>
      <w:r>
        <w:separator/>
      </w:r>
    </w:p>
  </w:endnote>
  <w:endnote w:type="continuationSeparator" w:id="0">
    <w:p w:rsidR="00EB3902" w:rsidRDefault="00EB3902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B3902" w:rsidRDefault="00EB3902" w:rsidP="00E71FC3">
      <w:pPr>
        <w:spacing w:after="0" w:line="240" w:lineRule="auto"/>
      </w:pPr>
      <w:r>
        <w:separator/>
      </w:r>
    </w:p>
  </w:footnote>
  <w:footnote w:type="continuationSeparator" w:id="0">
    <w:p w:rsidR="00EB3902" w:rsidRDefault="00EB3902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3902"/>
    <w:rsid w:val="00AB52E8"/>
    <w:rsid w:val="00B16D3F"/>
    <w:rsid w:val="00E71FC3"/>
    <w:rsid w:val="00EB3902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589D4B"/>
  <w15:chartTrackingRefBased/>
  <w15:docId w15:val="{EA92B98D-D936-4B61-AF6E-2083020778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27</Words>
  <Characters>158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2016-05-30T16:36:00Z</dcterms:created>
  <dcterms:modified xsi:type="dcterms:W3CDTF">2016-05-30T16:37:00Z</dcterms:modified>
</cp:coreProperties>
</file>