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BF0E4" w14:textId="6C062B3F" w:rsidR="002E0677" w:rsidRDefault="002E0677" w:rsidP="002E0677">
      <w:pPr>
        <w:pStyle w:val="NoSpacing"/>
      </w:pPr>
      <w:r>
        <w:rPr>
          <w:u w:val="single"/>
        </w:rPr>
        <w:t>John BLYZGHE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4</w:t>
      </w:r>
      <w:r>
        <w:t>)</w:t>
      </w:r>
    </w:p>
    <w:p w14:paraId="74652F45" w14:textId="77777777" w:rsidR="002E0677" w:rsidRDefault="002E0677" w:rsidP="002E0677">
      <w:pPr>
        <w:pStyle w:val="NoSpacing"/>
      </w:pPr>
      <w:r>
        <w:t>of the diocese of Exeter.</w:t>
      </w:r>
    </w:p>
    <w:p w14:paraId="68D35F1A" w14:textId="77777777" w:rsidR="002E0677" w:rsidRDefault="002E0677" w:rsidP="002E0677">
      <w:pPr>
        <w:pStyle w:val="NoSpacing"/>
      </w:pPr>
    </w:p>
    <w:p w14:paraId="0FF45E29" w14:textId="77777777" w:rsidR="002E0677" w:rsidRDefault="002E0677" w:rsidP="002E0677">
      <w:pPr>
        <w:pStyle w:val="NoSpacing"/>
      </w:pPr>
    </w:p>
    <w:p w14:paraId="2CCD0C15" w14:textId="2F338DCE" w:rsidR="002E0677" w:rsidRDefault="002E0677" w:rsidP="002E0677">
      <w:pPr>
        <w:pStyle w:val="NoSpacing"/>
      </w:pPr>
      <w:r>
        <w:t>3</w:t>
      </w:r>
      <w:r>
        <w:t>1 Aug.1414</w:t>
      </w:r>
      <w:r>
        <w:tab/>
        <w:t xml:space="preserve">He was ordained to his first tonsure in </w:t>
      </w:r>
      <w:r>
        <w:t xml:space="preserve">Launceston, </w:t>
      </w:r>
      <w:bookmarkStart w:id="0" w:name="_GoBack"/>
      <w:bookmarkEnd w:id="0"/>
      <w:r>
        <w:t>Cornwall.</w:t>
      </w:r>
    </w:p>
    <w:p w14:paraId="51555C84" w14:textId="61A831BB" w:rsidR="002E0677" w:rsidRDefault="002E0677" w:rsidP="002E0677">
      <w:pPr>
        <w:pStyle w:val="NoSpacing"/>
      </w:pPr>
      <w:r>
        <w:tab/>
        <w:t>(“Stafford Register” pp.429 and 427)</w:t>
      </w:r>
    </w:p>
    <w:p w14:paraId="52CB1A74" w14:textId="77777777" w:rsidR="002E0677" w:rsidRDefault="002E0677" w:rsidP="002E0677">
      <w:pPr>
        <w:pStyle w:val="NoSpacing"/>
      </w:pPr>
    </w:p>
    <w:p w14:paraId="54C2C090" w14:textId="77777777" w:rsidR="002E0677" w:rsidRDefault="002E0677" w:rsidP="002E0677">
      <w:pPr>
        <w:pStyle w:val="NoSpacing"/>
      </w:pPr>
    </w:p>
    <w:p w14:paraId="4E6227C8" w14:textId="77777777" w:rsidR="002E0677" w:rsidRPr="00A43E22" w:rsidRDefault="002E0677" w:rsidP="002E0677">
      <w:pPr>
        <w:pStyle w:val="NoSpacing"/>
      </w:pPr>
      <w:r>
        <w:t>19 February 2019</w:t>
      </w:r>
    </w:p>
    <w:p w14:paraId="24FD8405" w14:textId="7F9A2A0B" w:rsidR="006B2F86" w:rsidRPr="002E0677" w:rsidRDefault="002E0677" w:rsidP="00E71FC3">
      <w:pPr>
        <w:pStyle w:val="NoSpacing"/>
      </w:pPr>
    </w:p>
    <w:sectPr w:rsidR="006B2F86" w:rsidRPr="002E06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B9B93" w14:textId="77777777" w:rsidR="002E0677" w:rsidRDefault="002E0677" w:rsidP="00E71FC3">
      <w:pPr>
        <w:spacing w:after="0" w:line="240" w:lineRule="auto"/>
      </w:pPr>
      <w:r>
        <w:separator/>
      </w:r>
    </w:p>
  </w:endnote>
  <w:endnote w:type="continuationSeparator" w:id="0">
    <w:p w14:paraId="591DE155" w14:textId="77777777" w:rsidR="002E0677" w:rsidRDefault="002E06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30A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E705C" w14:textId="77777777" w:rsidR="002E0677" w:rsidRDefault="002E0677" w:rsidP="00E71FC3">
      <w:pPr>
        <w:spacing w:after="0" w:line="240" w:lineRule="auto"/>
      </w:pPr>
      <w:r>
        <w:separator/>
      </w:r>
    </w:p>
  </w:footnote>
  <w:footnote w:type="continuationSeparator" w:id="0">
    <w:p w14:paraId="30D31288" w14:textId="77777777" w:rsidR="002E0677" w:rsidRDefault="002E06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77"/>
    <w:rsid w:val="001A7C09"/>
    <w:rsid w:val="002E067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C4745"/>
  <w15:chartTrackingRefBased/>
  <w15:docId w15:val="{B3194C51-5362-4023-831C-3A0C13A7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2019-02-19T16:43:00Z</dcterms:created>
  <dcterms:modified xsi:type="dcterms:W3CDTF">2019-02-19T16:45:00Z</dcterms:modified>
</cp:coreProperties>
</file>