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F3828" w14:textId="77777777" w:rsidR="00634872" w:rsidRDefault="00634872" w:rsidP="00634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Unknown DEUES (? </w:t>
      </w:r>
      <w:proofErr w:type="gramStart"/>
      <w:r>
        <w:rPr>
          <w:rFonts w:cs="Times New Roman"/>
          <w:szCs w:val="24"/>
          <w:u w:val="single"/>
        </w:rPr>
        <w:t>DENES)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(fl.1485-6)</w:t>
      </w:r>
    </w:p>
    <w:p w14:paraId="24DA2CB3" w14:textId="77777777" w:rsidR="00634872" w:rsidRDefault="00634872" w:rsidP="00634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60F1A485" w14:textId="77777777" w:rsidR="00634872" w:rsidRDefault="00634872" w:rsidP="00634872">
      <w:pPr>
        <w:pStyle w:val="NoSpacing"/>
        <w:rPr>
          <w:rFonts w:cs="Times New Roman"/>
          <w:szCs w:val="24"/>
        </w:rPr>
      </w:pPr>
    </w:p>
    <w:p w14:paraId="314165D3" w14:textId="77777777" w:rsidR="00634872" w:rsidRDefault="00634872" w:rsidP="00634872">
      <w:pPr>
        <w:pStyle w:val="NoSpacing"/>
        <w:rPr>
          <w:rFonts w:cs="Times New Roman"/>
          <w:szCs w:val="24"/>
        </w:rPr>
      </w:pPr>
    </w:p>
    <w:p w14:paraId="34EC0B85" w14:textId="77777777" w:rsidR="00634872" w:rsidRDefault="00634872" w:rsidP="00634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1485-6</w:t>
      </w:r>
      <w:r>
        <w:rPr>
          <w:rFonts w:cs="Times New Roman"/>
          <w:szCs w:val="24"/>
        </w:rPr>
        <w:tab/>
        <w:t>B.A.</w:t>
      </w:r>
    </w:p>
    <w:p w14:paraId="5E82CC2D" w14:textId="77777777" w:rsidR="00634872" w:rsidRDefault="00634872" w:rsidP="00634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 xml:space="preserve">, </w:t>
      </w:r>
    </w:p>
    <w:p w14:paraId="5ADFB289" w14:textId="77777777" w:rsidR="00634872" w:rsidRDefault="00634872" w:rsidP="00634872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Cambridge University Press, 1922, part I volume II p.38)</w:t>
      </w:r>
    </w:p>
    <w:p w14:paraId="52D129F4" w14:textId="77777777" w:rsidR="00634872" w:rsidRDefault="00634872" w:rsidP="00634872">
      <w:pPr>
        <w:pStyle w:val="NoSpacing"/>
        <w:rPr>
          <w:rFonts w:cs="Times New Roman"/>
          <w:szCs w:val="24"/>
        </w:rPr>
      </w:pPr>
    </w:p>
    <w:p w14:paraId="3D435CF8" w14:textId="77777777" w:rsidR="00634872" w:rsidRDefault="00634872" w:rsidP="00634872">
      <w:pPr>
        <w:pStyle w:val="NoSpacing"/>
        <w:rPr>
          <w:rFonts w:cs="Times New Roman"/>
          <w:szCs w:val="24"/>
        </w:rPr>
      </w:pPr>
    </w:p>
    <w:p w14:paraId="5C525C13" w14:textId="77777777" w:rsidR="00634872" w:rsidRDefault="00634872" w:rsidP="00634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November 2024</w:t>
      </w:r>
    </w:p>
    <w:p w14:paraId="4AC912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46856" w14:textId="77777777" w:rsidR="00634872" w:rsidRDefault="00634872" w:rsidP="009139A6">
      <w:r>
        <w:separator/>
      </w:r>
    </w:p>
  </w:endnote>
  <w:endnote w:type="continuationSeparator" w:id="0">
    <w:p w14:paraId="4B33EE1F" w14:textId="77777777" w:rsidR="00634872" w:rsidRDefault="006348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6DA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F5A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35D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16367" w14:textId="77777777" w:rsidR="00634872" w:rsidRDefault="00634872" w:rsidP="009139A6">
      <w:r>
        <w:separator/>
      </w:r>
    </w:p>
  </w:footnote>
  <w:footnote w:type="continuationSeparator" w:id="0">
    <w:p w14:paraId="17B24B94" w14:textId="77777777" w:rsidR="00634872" w:rsidRDefault="006348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F03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222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44F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872"/>
    <w:rsid w:val="000666E0"/>
    <w:rsid w:val="002510B7"/>
    <w:rsid w:val="00270799"/>
    <w:rsid w:val="005C130B"/>
    <w:rsid w:val="00625C2A"/>
    <w:rsid w:val="0063487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A7513"/>
  <w15:chartTrackingRefBased/>
  <w15:docId w15:val="{23390105-000D-439A-83E0-236E99C2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2024-11-30T16:39:00Z</dcterms:created>
  <dcterms:modified xsi:type="dcterms:W3CDTF">2024-11-30T16:40:00Z</dcterms:modified>
</cp:coreProperties>
</file>