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251EB" w14:textId="77777777" w:rsidR="00AD7C2E" w:rsidRDefault="00AD7C2E" w:rsidP="00AD7C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FRAY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3FBD98CF" w14:textId="77777777" w:rsidR="00AD7C2E" w:rsidRDefault="00AD7C2E" w:rsidP="00AD7C2E">
      <w:pPr>
        <w:pStyle w:val="NoSpacing"/>
        <w:rPr>
          <w:rFonts w:cs="Times New Roman"/>
          <w:szCs w:val="24"/>
        </w:rPr>
      </w:pPr>
    </w:p>
    <w:p w14:paraId="679C2160" w14:textId="77777777" w:rsidR="00AD7C2E" w:rsidRDefault="00AD7C2E" w:rsidP="00AD7C2E">
      <w:pPr>
        <w:pStyle w:val="NoSpacing"/>
        <w:rPr>
          <w:rFonts w:cs="Times New Roman"/>
          <w:szCs w:val="24"/>
        </w:rPr>
      </w:pPr>
    </w:p>
    <w:p w14:paraId="6BB95A75" w14:textId="77777777" w:rsidR="00AD7C2E" w:rsidRDefault="00AD7C2E" w:rsidP="00AD7C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Hertfordshire.</w:t>
      </w:r>
    </w:p>
    <w:p w14:paraId="40D01AA3" w14:textId="77777777" w:rsidR="00AD7C2E" w:rsidRDefault="00AD7C2E" w:rsidP="00AD7C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p.559)</w:t>
      </w:r>
    </w:p>
    <w:p w14:paraId="0A9ABADB" w14:textId="77777777" w:rsidR="00AD7C2E" w:rsidRDefault="00AD7C2E" w:rsidP="00AD7C2E">
      <w:pPr>
        <w:pStyle w:val="NoSpacing"/>
        <w:rPr>
          <w:rFonts w:cs="Times New Roman"/>
          <w:szCs w:val="24"/>
        </w:rPr>
      </w:pPr>
    </w:p>
    <w:p w14:paraId="6CFF1CA7" w14:textId="77777777" w:rsidR="00AD7C2E" w:rsidRDefault="00AD7C2E" w:rsidP="00AD7C2E">
      <w:pPr>
        <w:pStyle w:val="NoSpacing"/>
        <w:rPr>
          <w:rFonts w:cs="Times New Roman"/>
          <w:szCs w:val="24"/>
        </w:rPr>
      </w:pPr>
    </w:p>
    <w:p w14:paraId="11FB1C3F" w14:textId="77777777" w:rsidR="00AD7C2E" w:rsidRDefault="00AD7C2E" w:rsidP="00AD7C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December 2024</w:t>
      </w:r>
    </w:p>
    <w:p w14:paraId="0D6B9F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1FC97" w14:textId="77777777" w:rsidR="00AD7C2E" w:rsidRDefault="00AD7C2E" w:rsidP="009139A6">
      <w:r>
        <w:separator/>
      </w:r>
    </w:p>
  </w:endnote>
  <w:endnote w:type="continuationSeparator" w:id="0">
    <w:p w14:paraId="72BBC115" w14:textId="77777777" w:rsidR="00AD7C2E" w:rsidRDefault="00AD7C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96C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7C6F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B1A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49716" w14:textId="77777777" w:rsidR="00AD7C2E" w:rsidRDefault="00AD7C2E" w:rsidP="009139A6">
      <w:r>
        <w:separator/>
      </w:r>
    </w:p>
  </w:footnote>
  <w:footnote w:type="continuationSeparator" w:id="0">
    <w:p w14:paraId="00A8AF9B" w14:textId="77777777" w:rsidR="00AD7C2E" w:rsidRDefault="00AD7C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1AE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9C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43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2E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D7C2E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CD55A"/>
  <w15:chartTrackingRefBased/>
  <w15:docId w15:val="{54B62403-DAF2-4097-8BFE-66CF14F4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2024-12-03T16:30:00Z</dcterms:created>
  <dcterms:modified xsi:type="dcterms:W3CDTF">2024-12-03T16:30:00Z</dcterms:modified>
</cp:coreProperties>
</file>