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99B99" w14:textId="77777777" w:rsidR="00A86A11" w:rsidRPr="00A86A11" w:rsidRDefault="00A86A11" w:rsidP="00A86A1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FRICE</w:t>
      </w:r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1643105B" w14:textId="77777777" w:rsidR="00A86A11" w:rsidRPr="00A86A11" w:rsidRDefault="00A86A11" w:rsidP="00A86A1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5D72962" w14:textId="77777777" w:rsidR="00A86A11" w:rsidRPr="00A86A11" w:rsidRDefault="00A86A11" w:rsidP="00A86A1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A5B6287" w14:textId="77777777" w:rsidR="00A86A11" w:rsidRPr="00A86A11" w:rsidRDefault="00A86A11" w:rsidP="00A86A1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and William </w:t>
      </w:r>
      <w:proofErr w:type="spellStart"/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Lewelyn</w:t>
      </w:r>
      <w:proofErr w:type="spellEnd"/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made a plaint of trespass and taking against</w:t>
      </w:r>
    </w:p>
    <w:p w14:paraId="2EDFAB49" w14:textId="77777777" w:rsidR="00A86A11" w:rsidRPr="00A86A11" w:rsidRDefault="00A86A11" w:rsidP="00A86A1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Curnell</w:t>
      </w:r>
      <w:proofErr w:type="spellEnd"/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Brynesham</w:t>
      </w:r>
      <w:proofErr w:type="spellEnd"/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55BAEBFB" w14:textId="77777777" w:rsidR="00A86A11" w:rsidRPr="00A86A11" w:rsidRDefault="00A86A11" w:rsidP="00A86A1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A86A11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A86A11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7EFBDB90" w14:textId="77777777" w:rsidR="00A86A11" w:rsidRPr="00A86A11" w:rsidRDefault="00A86A11" w:rsidP="00A86A1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F232C49" w14:textId="77777777" w:rsidR="00A86A11" w:rsidRPr="00A86A11" w:rsidRDefault="00A86A11" w:rsidP="00A86A1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366A17F" w14:textId="77777777" w:rsidR="00A86A11" w:rsidRPr="00A86A11" w:rsidRDefault="00A86A11" w:rsidP="00A86A11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86A11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27 August 2021</w:t>
      </w:r>
    </w:p>
    <w:p w14:paraId="48A31AAE" w14:textId="77777777" w:rsidR="00BA00AB" w:rsidRPr="00A86A1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86A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B8506" w14:textId="77777777" w:rsidR="00A86A11" w:rsidRDefault="00A86A11" w:rsidP="009139A6">
      <w:r>
        <w:separator/>
      </w:r>
    </w:p>
  </w:endnote>
  <w:endnote w:type="continuationSeparator" w:id="0">
    <w:p w14:paraId="5546E7EE" w14:textId="77777777" w:rsidR="00A86A11" w:rsidRDefault="00A86A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CE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A4D9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6FC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62A6" w14:textId="77777777" w:rsidR="00A86A11" w:rsidRDefault="00A86A11" w:rsidP="009139A6">
      <w:r>
        <w:separator/>
      </w:r>
    </w:p>
  </w:footnote>
  <w:footnote w:type="continuationSeparator" w:id="0">
    <w:p w14:paraId="74CDA1D4" w14:textId="77777777" w:rsidR="00A86A11" w:rsidRDefault="00A86A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C99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74E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FBB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A11"/>
    <w:rsid w:val="000666E0"/>
    <w:rsid w:val="002510B7"/>
    <w:rsid w:val="005C130B"/>
    <w:rsid w:val="00826F5C"/>
    <w:rsid w:val="009139A6"/>
    <w:rsid w:val="009448BB"/>
    <w:rsid w:val="00A3176C"/>
    <w:rsid w:val="00A86A11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ED9D4"/>
  <w15:chartTrackingRefBased/>
  <w15:docId w15:val="{B4CF9F1C-A64E-4708-BCE6-5292B2E3A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86A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2021-10-23T13:31:00Z</dcterms:created>
  <dcterms:modified xsi:type="dcterms:W3CDTF">2021-10-23T13:32:00Z</dcterms:modified>
</cp:coreProperties>
</file>