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96585" w14:textId="77777777" w:rsidR="00DA26C3" w:rsidRDefault="00DA26C3" w:rsidP="00DA2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GOLAFRE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fl.1424)</w:t>
      </w:r>
    </w:p>
    <w:p w14:paraId="51E89C85" w14:textId="77777777" w:rsidR="00DA26C3" w:rsidRDefault="00DA26C3" w:rsidP="00DA26C3">
      <w:pPr>
        <w:rPr>
          <w:rFonts w:ascii="Times New Roman" w:hAnsi="Times New Roman" w:cs="Times New Roman"/>
          <w:sz w:val="24"/>
          <w:szCs w:val="24"/>
        </w:rPr>
      </w:pPr>
    </w:p>
    <w:p w14:paraId="63C98829" w14:textId="77777777" w:rsidR="00DA26C3" w:rsidRDefault="00DA26C3" w:rsidP="00DA26C3">
      <w:pPr>
        <w:rPr>
          <w:rFonts w:ascii="Times New Roman" w:hAnsi="Times New Roman" w:cs="Times New Roman"/>
          <w:sz w:val="24"/>
          <w:szCs w:val="24"/>
        </w:rPr>
      </w:pPr>
    </w:p>
    <w:p w14:paraId="457971AC" w14:textId="77777777" w:rsidR="00DA26C3" w:rsidRDefault="00DA26C3" w:rsidP="00DA2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Nov.1424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Northamptonshire and Rutland.</w:t>
      </w:r>
    </w:p>
    <w:p w14:paraId="5F0AB916" w14:textId="77777777" w:rsidR="00DA26C3" w:rsidRDefault="00DA26C3" w:rsidP="00DA2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1422-30 p.85)</w:t>
      </w:r>
    </w:p>
    <w:p w14:paraId="396B6685" w14:textId="77777777" w:rsidR="00DA26C3" w:rsidRDefault="00DA26C3" w:rsidP="00DA26C3">
      <w:pPr>
        <w:rPr>
          <w:rFonts w:ascii="Times New Roman" w:hAnsi="Times New Roman" w:cs="Times New Roman"/>
          <w:sz w:val="24"/>
          <w:szCs w:val="24"/>
        </w:rPr>
      </w:pPr>
    </w:p>
    <w:p w14:paraId="6848DAE0" w14:textId="77777777" w:rsidR="00DA26C3" w:rsidRDefault="00DA26C3" w:rsidP="00DA26C3">
      <w:pPr>
        <w:rPr>
          <w:rFonts w:ascii="Times New Roman" w:hAnsi="Times New Roman" w:cs="Times New Roman"/>
          <w:sz w:val="24"/>
          <w:szCs w:val="24"/>
        </w:rPr>
      </w:pPr>
    </w:p>
    <w:p w14:paraId="4E01A60E" w14:textId="77777777" w:rsidR="00DA26C3" w:rsidRDefault="00DA26C3" w:rsidP="00DA2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2021</w:t>
      </w:r>
    </w:p>
    <w:p w14:paraId="5EE3C71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5DAA1" w14:textId="77777777" w:rsidR="00DA26C3" w:rsidRDefault="00DA26C3" w:rsidP="009139A6">
      <w:r>
        <w:separator/>
      </w:r>
    </w:p>
  </w:endnote>
  <w:endnote w:type="continuationSeparator" w:id="0">
    <w:p w14:paraId="360D6107" w14:textId="77777777" w:rsidR="00DA26C3" w:rsidRDefault="00DA26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F1A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8F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CB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8D787" w14:textId="77777777" w:rsidR="00DA26C3" w:rsidRDefault="00DA26C3" w:rsidP="009139A6">
      <w:r>
        <w:separator/>
      </w:r>
    </w:p>
  </w:footnote>
  <w:footnote w:type="continuationSeparator" w:id="0">
    <w:p w14:paraId="608418D0" w14:textId="77777777" w:rsidR="00DA26C3" w:rsidRDefault="00DA26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DC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366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3B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C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A26C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D213C"/>
  <w15:chartTrackingRefBased/>
  <w15:docId w15:val="{EAB981AB-96C5-49D0-B1D6-D817752E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6C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2021-12-31T08:11:00Z</dcterms:created>
  <dcterms:modified xsi:type="dcterms:W3CDTF">2021-12-31T08:11:00Z</dcterms:modified>
</cp:coreProperties>
</file>