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7A48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HOLYNGBROKE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fl.1455)</w:t>
      </w:r>
    </w:p>
    <w:p w:rsidR="007A4851" w:rsidRDefault="007A48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4851" w:rsidRDefault="007A48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4851" w:rsidRDefault="007A48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Holingbroke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Romney, Kent.  (H.P. p.506)</w:t>
      </w:r>
    </w:p>
    <w:p w:rsidR="007A4851" w:rsidRDefault="007A48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1 John Joseph of Romney, Deal and Calais(q.v.).  (ibid.)</w:t>
      </w:r>
    </w:p>
    <w:p w:rsidR="007A4851" w:rsidRDefault="007A48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4851" w:rsidRDefault="007A48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4851" w:rsidRPr="007A4851" w:rsidRDefault="007A48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  <w:bookmarkStart w:id="0" w:name="_GoBack"/>
      <w:bookmarkEnd w:id="0"/>
    </w:p>
    <w:sectPr w:rsidR="007A4851" w:rsidRPr="007A48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851" w:rsidRDefault="007A4851" w:rsidP="00564E3C">
      <w:pPr>
        <w:spacing w:after="0" w:line="240" w:lineRule="auto"/>
      </w:pPr>
      <w:r>
        <w:separator/>
      </w:r>
    </w:p>
  </w:endnote>
  <w:endnote w:type="continuationSeparator" w:id="0">
    <w:p w:rsidR="007A4851" w:rsidRDefault="007A485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A4851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851" w:rsidRDefault="007A4851" w:rsidP="00564E3C">
      <w:pPr>
        <w:spacing w:after="0" w:line="240" w:lineRule="auto"/>
      </w:pPr>
      <w:r>
        <w:separator/>
      </w:r>
    </w:p>
  </w:footnote>
  <w:footnote w:type="continuationSeparator" w:id="0">
    <w:p w:rsidR="007A4851" w:rsidRDefault="007A485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851"/>
    <w:rsid w:val="00372DC6"/>
    <w:rsid w:val="00564E3C"/>
    <w:rsid w:val="0064591D"/>
    <w:rsid w:val="007A485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72E35"/>
  <w15:chartTrackingRefBased/>
  <w15:docId w15:val="{1588A619-6715-4DAC-A87B-9B20E07F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2016-01-12T13:39:00Z</dcterms:created>
  <dcterms:modified xsi:type="dcterms:W3CDTF">2016-01-12T13:41:00Z</dcterms:modified>
</cp:coreProperties>
</file>