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344" w:rsidRDefault="007A7344" w:rsidP="007A7344">
      <w:pPr>
        <w:pStyle w:val="NoSpacing"/>
      </w:pPr>
      <w:r>
        <w:rPr>
          <w:u w:val="single"/>
        </w:rPr>
        <w:t>John JOY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7A7344" w:rsidRDefault="007A7344" w:rsidP="007A7344">
      <w:pPr>
        <w:pStyle w:val="NoSpacing"/>
      </w:pPr>
    </w:p>
    <w:p w:rsidR="007A7344" w:rsidRDefault="007A7344" w:rsidP="007A7344">
      <w:pPr>
        <w:pStyle w:val="NoSpacing"/>
      </w:pPr>
    </w:p>
    <w:p w:rsidR="007A7344" w:rsidRDefault="007A7344" w:rsidP="007A7344">
      <w:pPr>
        <w:pStyle w:val="NoSpacing"/>
      </w:pPr>
      <w:r>
        <w:t>20 Sep.1425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the Guildhall, London,</w:t>
      </w:r>
    </w:p>
    <w:p w:rsidR="007A7344" w:rsidRDefault="007A7344" w:rsidP="007A7344">
      <w:pPr>
        <w:pStyle w:val="NoSpacing"/>
      </w:pPr>
      <w:r>
        <w:tab/>
      </w:r>
      <w:r>
        <w:tab/>
        <w:t>into lands of the late Henry Beaufort(q.v.).</w:t>
      </w:r>
    </w:p>
    <w:p w:rsidR="007A7344" w:rsidRDefault="007A7344" w:rsidP="007A7344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22-403)</w:t>
      </w:r>
    </w:p>
    <w:p w:rsidR="007A7344" w:rsidRDefault="007A7344" w:rsidP="007A7344">
      <w:pPr>
        <w:pStyle w:val="NoSpacing"/>
      </w:pPr>
    </w:p>
    <w:p w:rsidR="007A7344" w:rsidRDefault="007A7344" w:rsidP="007A7344">
      <w:pPr>
        <w:pStyle w:val="NoSpacing"/>
      </w:pPr>
    </w:p>
    <w:p w:rsidR="007A7344" w:rsidRDefault="007A7344" w:rsidP="007A7344">
      <w:pPr>
        <w:pStyle w:val="NoSpacing"/>
      </w:pPr>
      <w:r>
        <w:t>2 August 2017</w:t>
      </w:r>
    </w:p>
    <w:p w:rsidR="006B2F86" w:rsidRPr="007A7344" w:rsidRDefault="007A7344" w:rsidP="00E71FC3">
      <w:pPr>
        <w:pStyle w:val="NoSpacing"/>
      </w:pPr>
      <w:bookmarkStart w:id="0" w:name="_GoBack"/>
      <w:bookmarkEnd w:id="0"/>
    </w:p>
    <w:sectPr w:rsidR="006B2F86" w:rsidRPr="007A734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7344" w:rsidRDefault="007A7344" w:rsidP="00E71FC3">
      <w:pPr>
        <w:spacing w:after="0" w:line="240" w:lineRule="auto"/>
      </w:pPr>
      <w:r>
        <w:separator/>
      </w:r>
    </w:p>
  </w:endnote>
  <w:endnote w:type="continuationSeparator" w:id="0">
    <w:p w:rsidR="007A7344" w:rsidRDefault="007A73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7344" w:rsidRDefault="007A7344" w:rsidP="00E71FC3">
      <w:pPr>
        <w:spacing w:after="0" w:line="240" w:lineRule="auto"/>
      </w:pPr>
      <w:r>
        <w:separator/>
      </w:r>
    </w:p>
  </w:footnote>
  <w:footnote w:type="continuationSeparator" w:id="0">
    <w:p w:rsidR="007A7344" w:rsidRDefault="007A73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344"/>
    <w:rsid w:val="001A7C09"/>
    <w:rsid w:val="00577BD5"/>
    <w:rsid w:val="00656CBA"/>
    <w:rsid w:val="006A1F77"/>
    <w:rsid w:val="00733BE7"/>
    <w:rsid w:val="007A734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08B54"/>
  <w15:chartTrackingRefBased/>
  <w15:docId w15:val="{CA5455EF-7628-492E-A752-EBF2DC7DF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5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2017-08-02T20:25:00Z</dcterms:created>
  <dcterms:modified xsi:type="dcterms:W3CDTF">2017-08-02T20:26:00Z</dcterms:modified>
</cp:coreProperties>
</file>