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8C55A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LERCHEDEKEN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24580E0D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14:paraId="611FC20B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</w:p>
    <w:p w14:paraId="1A63F81D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</w:p>
    <w:p w14:paraId="08323B64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Sir </w:t>
      </w:r>
      <w:proofErr w:type="spellStart"/>
      <w:r>
        <w:rPr>
          <w:rFonts w:ascii="Times New Roman" w:hAnsi="Times New Roman" w:cs="Times New Roman"/>
          <w:sz w:val="24"/>
          <w:szCs w:val="24"/>
        </w:rPr>
        <w:t>Warin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Lerchedeken</w:t>
      </w:r>
      <w:proofErr w:type="spellEnd"/>
      <w:r>
        <w:rPr>
          <w:rFonts w:ascii="Times New Roman" w:hAnsi="Times New Roman" w:cs="Times New Roman"/>
          <w:sz w:val="24"/>
          <w:szCs w:val="24"/>
        </w:rPr>
        <w:t>.     (C.F.R. 1405-13 p.118)</w:t>
      </w:r>
    </w:p>
    <w:p w14:paraId="0A1D306A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</w:p>
    <w:p w14:paraId="1CD7181E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</w:p>
    <w:p w14:paraId="02C506ED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Oct.1407</w:t>
      </w:r>
      <w:r>
        <w:rPr>
          <w:rFonts w:ascii="Times New Roman" w:hAnsi="Times New Roman" w:cs="Times New Roman"/>
          <w:sz w:val="24"/>
          <w:szCs w:val="24"/>
        </w:rPr>
        <w:tab/>
        <w:t xml:space="preserve">She had died by this date, when the Escheator of Essex was ordered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</w:p>
    <w:p w14:paraId="5BA76546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take her lands into the King’s hands and enquire into her lands and heir.</w:t>
      </w:r>
    </w:p>
    <w:p w14:paraId="3FE50A98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p.118)</w:t>
      </w:r>
    </w:p>
    <w:p w14:paraId="50D443BB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</w:p>
    <w:p w14:paraId="7A3746F4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</w:p>
    <w:p w14:paraId="35A9FFAB" w14:textId="77777777" w:rsidR="00B87D19" w:rsidRDefault="00B87D19" w:rsidP="00B87D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2021</w:t>
      </w:r>
    </w:p>
    <w:p w14:paraId="072DD94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49660" w14:textId="77777777" w:rsidR="00B87D19" w:rsidRDefault="00B87D19" w:rsidP="009139A6">
      <w:r>
        <w:separator/>
      </w:r>
    </w:p>
  </w:endnote>
  <w:endnote w:type="continuationSeparator" w:id="0">
    <w:p w14:paraId="4301FEB6" w14:textId="77777777" w:rsidR="00B87D19" w:rsidRDefault="00B87D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43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4CB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59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64567" w14:textId="77777777" w:rsidR="00B87D19" w:rsidRDefault="00B87D19" w:rsidP="009139A6">
      <w:r>
        <w:separator/>
      </w:r>
    </w:p>
  </w:footnote>
  <w:footnote w:type="continuationSeparator" w:id="0">
    <w:p w14:paraId="547E35D1" w14:textId="77777777" w:rsidR="00B87D19" w:rsidRDefault="00B87D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110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1E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B6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D1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87D19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27B96"/>
  <w15:chartTrackingRefBased/>
  <w15:docId w15:val="{0F2B7569-47D8-4B31-8C79-979C2A7EE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D1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2023-01-20T09:22:00Z</dcterms:created>
  <dcterms:modified xsi:type="dcterms:W3CDTF">2023-01-20T09:23:00Z</dcterms:modified>
</cp:coreProperties>
</file>