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15" w:rsidRDefault="001B2E15" w:rsidP="001B2E15">
      <w:pPr>
        <w:pStyle w:val="NoSpacing"/>
      </w:pPr>
      <w:r>
        <w:rPr>
          <w:u w:val="single"/>
        </w:rPr>
        <w:t>Richard LOWES</w:t>
      </w:r>
      <w:r>
        <w:t xml:space="preserve">      (fl.1496)</w:t>
      </w:r>
    </w:p>
    <w:p w:rsidR="001B2E15" w:rsidRDefault="001B2E15" w:rsidP="001B2E15">
      <w:pPr>
        <w:pStyle w:val="NoSpacing"/>
      </w:pPr>
      <w:proofErr w:type="gramStart"/>
      <w:r>
        <w:t>of</w:t>
      </w:r>
      <w:proofErr w:type="gramEnd"/>
      <w:r>
        <w:t xml:space="preserve"> Hythe, Kent.</w:t>
      </w:r>
    </w:p>
    <w:p w:rsidR="001B2E15" w:rsidRDefault="001B2E15" w:rsidP="001B2E15">
      <w:pPr>
        <w:pStyle w:val="NoSpacing"/>
      </w:pPr>
    </w:p>
    <w:p w:rsidR="001B2E15" w:rsidRDefault="001B2E15" w:rsidP="001B2E15">
      <w:pPr>
        <w:pStyle w:val="NoSpacing"/>
      </w:pPr>
    </w:p>
    <w:p w:rsidR="001B2E15" w:rsidRDefault="001B2E15" w:rsidP="001B2E15">
      <w:pPr>
        <w:pStyle w:val="NoSpacing"/>
      </w:pPr>
      <w:r>
        <w:tab/>
        <w:t>1496</w:t>
      </w:r>
      <w:r>
        <w:tab/>
        <w:t>He made his Will.  (Plomer p.305)</w:t>
      </w:r>
    </w:p>
    <w:p w:rsidR="001B2E15" w:rsidRDefault="001B2E15" w:rsidP="001B2E15">
      <w:pPr>
        <w:pStyle w:val="NoSpacing"/>
      </w:pPr>
    </w:p>
    <w:p w:rsidR="001B2E15" w:rsidRDefault="001B2E15" w:rsidP="001B2E15">
      <w:pPr>
        <w:pStyle w:val="NoSpacing"/>
      </w:pPr>
    </w:p>
    <w:p w:rsidR="001B2E15" w:rsidRDefault="001B2E15" w:rsidP="001B2E15">
      <w:pPr>
        <w:pStyle w:val="NoSpacing"/>
      </w:pPr>
      <w:r>
        <w:t>9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E15" w:rsidRDefault="001B2E15" w:rsidP="00920DE3">
      <w:pPr>
        <w:spacing w:after="0" w:line="240" w:lineRule="auto"/>
      </w:pPr>
      <w:r>
        <w:separator/>
      </w:r>
    </w:p>
  </w:endnote>
  <w:endnote w:type="continuationSeparator" w:id="0">
    <w:p w:rsidR="001B2E15" w:rsidRDefault="001B2E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E15" w:rsidRDefault="001B2E15" w:rsidP="00920DE3">
      <w:pPr>
        <w:spacing w:after="0" w:line="240" w:lineRule="auto"/>
      </w:pPr>
      <w:r>
        <w:separator/>
      </w:r>
    </w:p>
  </w:footnote>
  <w:footnote w:type="continuationSeparator" w:id="0">
    <w:p w:rsidR="001B2E15" w:rsidRDefault="001B2E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15"/>
    <w:rsid w:val="00120749"/>
    <w:rsid w:val="001B2E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2015-09-07T21:20:00Z</dcterms:created>
  <dcterms:modified xsi:type="dcterms:W3CDTF">2015-09-07T21:20:00Z</dcterms:modified>
</cp:coreProperties>
</file>