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F9F" w:rsidRDefault="00965F9F" w:rsidP="00965F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LUBBOK</w:t>
      </w:r>
      <w:r>
        <w:rPr>
          <w:rFonts w:ascii="Times New Roman" w:hAnsi="Times New Roman" w:cs="Times New Roman"/>
          <w:sz w:val="24"/>
          <w:szCs w:val="24"/>
        </w:rPr>
        <w:t xml:space="preserve">     (fl.1470)</w:t>
      </w:r>
    </w:p>
    <w:p w:rsidR="00965F9F" w:rsidRDefault="00965F9F" w:rsidP="00965F9F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Runham</w:t>
      </w:r>
      <w:proofErr w:type="spellEnd"/>
      <w:r>
        <w:rPr>
          <w:rFonts w:ascii="Times New Roman" w:hAnsi="Times New Roman" w:cs="Times New Roman"/>
          <w:sz w:val="24"/>
          <w:szCs w:val="24"/>
        </w:rPr>
        <w:t>.  Yeoman.</w:t>
      </w:r>
    </w:p>
    <w:p w:rsidR="00965F9F" w:rsidRDefault="00965F9F" w:rsidP="00965F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65F9F" w:rsidRDefault="00965F9F" w:rsidP="00965F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65F9F" w:rsidRDefault="00965F9F" w:rsidP="00965F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1470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:rsidR="00965F9F" w:rsidRDefault="00965F9F" w:rsidP="00965F9F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4" w:history="1">
        <w:r w:rsidRPr="00665C2E">
          <w:rPr>
            <w:rStyle w:val="Hyperlink"/>
            <w:rFonts w:ascii="Times New Roman" w:hAnsi="Times New Roman" w:cs="Times New Roman"/>
            <w:sz w:val="24"/>
            <w:szCs w:val="24"/>
          </w:rPr>
          <w:t>http://nrocat.norfolk.gov.uk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445CC">
        <w:rPr>
          <w:rFonts w:ascii="Times New Roman" w:hAnsi="Times New Roman" w:cs="Times New Roman"/>
          <w:sz w:val="24"/>
          <w:szCs w:val="24"/>
          <w:lang w:eastAsia="zh-CN"/>
        </w:rPr>
        <w:t xml:space="preserve">NCC, will register, </w:t>
      </w:r>
      <w:proofErr w:type="spellStart"/>
      <w:r w:rsidRPr="009445CC">
        <w:rPr>
          <w:rFonts w:ascii="Times New Roman" w:hAnsi="Times New Roman" w:cs="Times New Roman"/>
          <w:sz w:val="24"/>
          <w:szCs w:val="24"/>
          <w:lang w:eastAsia="zh-CN"/>
        </w:rPr>
        <w:t>Jekkys</w:t>
      </w:r>
      <w:proofErr w:type="spellEnd"/>
      <w:r w:rsidRPr="009445CC">
        <w:rPr>
          <w:rFonts w:ascii="Times New Roman" w:hAnsi="Times New Roman" w:cs="Times New Roman"/>
          <w:sz w:val="24"/>
          <w:szCs w:val="24"/>
          <w:lang w:eastAsia="zh-CN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eastAsia="zh-CN"/>
        </w:rPr>
        <w:t>190</w:t>
      </w:r>
      <w:r w:rsidRPr="009445CC">
        <w:rPr>
          <w:rFonts w:ascii="Times New Roman" w:hAnsi="Times New Roman" w:cs="Times New Roman"/>
          <w:sz w:val="24"/>
          <w:szCs w:val="24"/>
          <w:lang w:eastAsia="zh-CN"/>
        </w:rPr>
        <w:t>)</w:t>
      </w:r>
    </w:p>
    <w:p w:rsidR="00965F9F" w:rsidRDefault="00965F9F" w:rsidP="00965F9F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</w:p>
    <w:p w:rsidR="00965F9F" w:rsidRDefault="00965F9F" w:rsidP="00965F9F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</w:p>
    <w:p w:rsidR="00965F9F" w:rsidRDefault="00965F9F" w:rsidP="00965F9F">
      <w:pPr>
        <w:pStyle w:val="NoSpacing"/>
        <w:rPr>
          <w:rFonts w:ascii="Times New Roman" w:hAnsi="Times New Roman" w:cs="Times New Roman"/>
          <w:sz w:val="24"/>
          <w:szCs w:val="24"/>
          <w:lang w:eastAsia="zh-CN"/>
        </w:rPr>
      </w:pPr>
    </w:p>
    <w:p w:rsidR="00AF1E30" w:rsidRPr="00965F9F" w:rsidRDefault="00965F9F" w:rsidP="00965F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15 August 2011</w:t>
      </w:r>
    </w:p>
    <w:sectPr w:rsidR="00AF1E30" w:rsidRPr="00965F9F" w:rsidSect="00AF1E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5F9F"/>
    <w:rsid w:val="00965F9F"/>
    <w:rsid w:val="00AF1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E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65F9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65F9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rocat.norfolk.gov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2011-08-15T16:59:00Z</dcterms:created>
  <dcterms:modified xsi:type="dcterms:W3CDTF">2011-08-15T17:01:00Z</dcterms:modified>
</cp:coreProperties>
</file>