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E42" w:rsidRDefault="00F02E42" w:rsidP="00F02E42">
      <w:pPr>
        <w:rPr>
          <w:rStyle w:val="s1"/>
        </w:rPr>
      </w:pPr>
      <w:r>
        <w:rPr>
          <w:rStyle w:val="s1"/>
          <w:u w:val="single"/>
        </w:rPr>
        <w:t>Alice MICHELL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F02E42" w:rsidRDefault="00F02E42" w:rsidP="00F02E42">
      <w:pPr>
        <w:rPr>
          <w:rStyle w:val="s1"/>
        </w:rPr>
      </w:pPr>
      <w:r>
        <w:rPr>
          <w:rStyle w:val="s1"/>
        </w:rPr>
        <w:t>of Norwich. Widow.</w:t>
      </w: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  <w:r>
        <w:rPr>
          <w:rStyle w:val="s1"/>
        </w:rPr>
        <w:t>= John.</w:t>
      </w:r>
    </w:p>
    <w:p w:rsidR="00F02E42" w:rsidRDefault="00F02E42" w:rsidP="00F02E42">
      <w:pPr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101)</w:t>
      </w: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   (ibid.)</w:t>
      </w: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</w:p>
    <w:p w:rsidR="00F02E42" w:rsidRDefault="00F02E42" w:rsidP="00F02E42">
      <w:pPr>
        <w:rPr>
          <w:rStyle w:val="s1"/>
        </w:rPr>
      </w:pPr>
      <w:r>
        <w:rPr>
          <w:rStyle w:val="s1"/>
        </w:rPr>
        <w:t>16 February 2017</w:t>
      </w:r>
    </w:p>
    <w:p w:rsidR="006B2F86" w:rsidRPr="00E71FC3" w:rsidRDefault="00F02E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E42" w:rsidRDefault="00F02E42" w:rsidP="00E71FC3">
      <w:r>
        <w:separator/>
      </w:r>
    </w:p>
  </w:endnote>
  <w:endnote w:type="continuationSeparator" w:id="0">
    <w:p w:rsidR="00F02E42" w:rsidRDefault="00F02E4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E42" w:rsidRDefault="00F02E42" w:rsidP="00E71FC3">
      <w:r>
        <w:separator/>
      </w:r>
    </w:p>
  </w:footnote>
  <w:footnote w:type="continuationSeparator" w:id="0">
    <w:p w:rsidR="00F02E42" w:rsidRDefault="00F02E4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4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9FE9A-1226-4DE4-9F9B-FD9520AD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02E4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customStyle="1" w:styleId="s1">
    <w:name w:val="s1"/>
    <w:basedOn w:val="DefaultParagraphFont"/>
    <w:rsid w:val="00F02E4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02E42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2017-03-14T22:11:00Z</dcterms:created>
  <dcterms:modified xsi:type="dcterms:W3CDTF">2017-03-14T22:13:00Z</dcterms:modified>
</cp:coreProperties>
</file>