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937DE" w14:textId="6B8EC109" w:rsidR="00BA00AB" w:rsidRDefault="003A780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Robert NINEYERD</w:t>
      </w:r>
      <w:r>
        <w:rPr>
          <w:rFonts w:ascii="Times New Roman" w:hAnsi="Times New Roman" w:cs="Times New Roman"/>
          <w:sz w:val="24"/>
          <w:szCs w:val="24"/>
        </w:rPr>
        <w:t xml:space="preserve">         (fl.1454)</w:t>
      </w:r>
    </w:p>
    <w:p w14:paraId="57CFB2DE" w14:textId="56EA5ADE" w:rsidR="003A7808" w:rsidRDefault="003A780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77ACE371" w14:textId="3E9E5C5D" w:rsidR="003A7808" w:rsidRDefault="003A780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4A2E6E" w14:textId="24E41937" w:rsidR="003A7808" w:rsidRDefault="003A780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A811FE" w14:textId="46E14FEB" w:rsidR="003A7808" w:rsidRDefault="003A780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Sep.1454</w:t>
      </w:r>
      <w:r>
        <w:rPr>
          <w:rFonts w:ascii="Times New Roman" w:hAnsi="Times New Roman" w:cs="Times New Roman"/>
          <w:sz w:val="24"/>
          <w:szCs w:val="24"/>
        </w:rPr>
        <w:tab/>
      </w:r>
      <w:r w:rsidR="006C27DB">
        <w:rPr>
          <w:rFonts w:ascii="Times New Roman" w:hAnsi="Times New Roman" w:cs="Times New Roman"/>
          <w:sz w:val="24"/>
          <w:szCs w:val="24"/>
        </w:rPr>
        <w:t>He was one of those who proved the Will of John FitzAleyn of Oxford(q.v.).</w:t>
      </w:r>
    </w:p>
    <w:p w14:paraId="4CC3C470" w14:textId="5B4681B6" w:rsidR="006C27DB" w:rsidRDefault="006C27D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(H.P. p.330 n.8)</w:t>
      </w:r>
    </w:p>
    <w:p w14:paraId="3AEB01E7" w14:textId="64B4CC23" w:rsidR="006C27DB" w:rsidRDefault="006C27D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085706" w14:textId="65FF41C4" w:rsidR="006C27DB" w:rsidRDefault="006C27D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8AEC13" w14:textId="42A5B4BD" w:rsidR="006C27DB" w:rsidRPr="006C27DB" w:rsidRDefault="006C27D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November 2021</w:t>
      </w:r>
    </w:p>
    <w:sectPr w:rsidR="006C27DB" w:rsidRPr="006C27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2BF3B" w14:textId="77777777" w:rsidR="003A7808" w:rsidRDefault="003A7808" w:rsidP="009139A6">
      <w:r>
        <w:separator/>
      </w:r>
    </w:p>
  </w:endnote>
  <w:endnote w:type="continuationSeparator" w:id="0">
    <w:p w14:paraId="57C9C2DD" w14:textId="77777777" w:rsidR="003A7808" w:rsidRDefault="003A78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AFF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B22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CB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12F85" w14:textId="77777777" w:rsidR="003A7808" w:rsidRDefault="003A7808" w:rsidP="009139A6">
      <w:r>
        <w:separator/>
      </w:r>
    </w:p>
  </w:footnote>
  <w:footnote w:type="continuationSeparator" w:id="0">
    <w:p w14:paraId="560374DF" w14:textId="77777777" w:rsidR="003A7808" w:rsidRDefault="003A78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2C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7D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0FE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808"/>
    <w:rsid w:val="000666E0"/>
    <w:rsid w:val="002510B7"/>
    <w:rsid w:val="003A7808"/>
    <w:rsid w:val="005C130B"/>
    <w:rsid w:val="006C27D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256E0"/>
  <w15:chartTrackingRefBased/>
  <w15:docId w15:val="{064516A7-7ED5-496D-BEBF-CA9C720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2021-11-20T19:33:00Z</dcterms:created>
  <dcterms:modified xsi:type="dcterms:W3CDTF">2021-11-20T19:40:00Z</dcterms:modified>
</cp:coreProperties>
</file>