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9DE3" w14:textId="1E10FA91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RONEL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D69C895" w14:textId="77777777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0E40E209" w14:textId="77777777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2C27F1" w14:textId="77777777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53CFD" w14:textId="0975AD81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Sep.1414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    (“Stafford Register” pp.436 and 42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3019A17" w14:textId="77777777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13892" w14:textId="77777777" w:rsidR="00C30ED7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643F8A" w14:textId="77777777" w:rsidR="00C30ED7" w:rsidRPr="00AC03CB" w:rsidRDefault="00C30ED7" w:rsidP="00C30E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65375C57" w14:textId="6FE64667" w:rsidR="00BA00AB" w:rsidRPr="00C30ED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30E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69759" w14:textId="77777777" w:rsidR="00C30ED7" w:rsidRDefault="00C30ED7" w:rsidP="009139A6">
      <w:r>
        <w:separator/>
      </w:r>
    </w:p>
  </w:endnote>
  <w:endnote w:type="continuationSeparator" w:id="0">
    <w:p w14:paraId="7FB5782C" w14:textId="77777777" w:rsidR="00C30ED7" w:rsidRDefault="00C30E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DB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0F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BD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E5644" w14:textId="77777777" w:rsidR="00C30ED7" w:rsidRDefault="00C30ED7" w:rsidP="009139A6">
      <w:r>
        <w:separator/>
      </w:r>
    </w:p>
  </w:footnote>
  <w:footnote w:type="continuationSeparator" w:id="0">
    <w:p w14:paraId="671DBB6E" w14:textId="77777777" w:rsidR="00C30ED7" w:rsidRDefault="00C30E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3B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89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AF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D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0ED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7C917"/>
  <w15:chartTrackingRefBased/>
  <w15:docId w15:val="{15442E88-BF96-48AF-9E48-32E20C39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2021-12-19T20:30:00Z</dcterms:created>
  <dcterms:modified xsi:type="dcterms:W3CDTF">2021-12-19T20:31:00Z</dcterms:modified>
</cp:coreProperties>
</file>