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2AD1AE" w14:textId="28C916E6" w:rsidR="006746EF" w:rsidRDefault="00C2336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RUDYARD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fl.1418)</w:t>
      </w:r>
    </w:p>
    <w:p w14:paraId="458040EF" w14:textId="7C4D7231" w:rsidR="00C2336D" w:rsidRDefault="00C2336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Staffordshire.</w:t>
      </w:r>
    </w:p>
    <w:p w14:paraId="4222C47A" w14:textId="4AD84DC4" w:rsidR="00C2336D" w:rsidRDefault="00C2336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2C430C" w14:textId="28152450" w:rsidR="00C2336D" w:rsidRDefault="00C2336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1EDBB1" w14:textId="1C34E586" w:rsidR="00C2336D" w:rsidRDefault="00C2336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in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1418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lord of Rudyard.</w:t>
      </w:r>
    </w:p>
    <w:p w14:paraId="3455F7BC" w14:textId="3B2646E9" w:rsidR="00C2336D" w:rsidRDefault="00C2336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(V.C.H. Staffordshire vol.7 pp.216-9)</w:t>
      </w:r>
    </w:p>
    <w:p w14:paraId="467B27B2" w14:textId="7DAEA357" w:rsidR="00C2336D" w:rsidRDefault="00C2336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BD2BFB" w14:textId="074CFAE7" w:rsidR="00C2336D" w:rsidRDefault="00C2336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4224AB" w14:textId="39B74B1F" w:rsidR="00C2336D" w:rsidRPr="00C2336D" w:rsidRDefault="00C2336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September 2020</w:t>
      </w:r>
    </w:p>
    <w:sectPr w:rsidR="00C2336D" w:rsidRPr="00C2336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736472" w14:textId="77777777" w:rsidR="00C2336D" w:rsidRDefault="00C2336D" w:rsidP="00CD0211">
      <w:pPr>
        <w:spacing w:after="0" w:line="240" w:lineRule="auto"/>
      </w:pPr>
      <w:r>
        <w:separator/>
      </w:r>
    </w:p>
  </w:endnote>
  <w:endnote w:type="continuationSeparator" w:id="0">
    <w:p w14:paraId="188A3305" w14:textId="77777777" w:rsidR="00C2336D" w:rsidRDefault="00C2336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1C191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BAC286" w14:textId="77777777" w:rsidR="00C2336D" w:rsidRDefault="00C2336D" w:rsidP="00CD0211">
      <w:pPr>
        <w:spacing w:after="0" w:line="240" w:lineRule="auto"/>
      </w:pPr>
      <w:r>
        <w:separator/>
      </w:r>
    </w:p>
  </w:footnote>
  <w:footnote w:type="continuationSeparator" w:id="0">
    <w:p w14:paraId="25DA786A" w14:textId="77777777" w:rsidR="00C2336D" w:rsidRDefault="00C2336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2336D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DAC9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2020-09-28T19:35:00Z</dcterms:created>
  <dcterms:modified xsi:type="dcterms:W3CDTF">2020-09-28T19:39:00Z</dcterms:modified>
</cp:coreProperties>
</file>