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TANNER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Herne, Kent.</w:t>
      </w: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1482</w:t>
      </w:r>
      <w:r>
        <w:tab/>
        <w:t>He made his Will.  (Plomer p.463)</w:t>
      </w: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04EBB" w:rsidRDefault="00904EBB" w:rsidP="00904EB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13 October 2017</w:t>
      </w:r>
    </w:p>
    <w:p w:rsidR="006B2F86" w:rsidRPr="00E71FC3" w:rsidRDefault="00904E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EBB" w:rsidRDefault="00904EBB" w:rsidP="00E71FC3">
      <w:pPr>
        <w:spacing w:after="0" w:line="240" w:lineRule="auto"/>
      </w:pPr>
      <w:r>
        <w:separator/>
      </w:r>
    </w:p>
  </w:endnote>
  <w:endnote w:type="continuationSeparator" w:id="0">
    <w:p w:rsidR="00904EBB" w:rsidRDefault="00904E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EBB" w:rsidRDefault="00904EBB" w:rsidP="00E71FC3">
      <w:pPr>
        <w:spacing w:after="0" w:line="240" w:lineRule="auto"/>
      </w:pPr>
      <w:r>
        <w:separator/>
      </w:r>
    </w:p>
  </w:footnote>
  <w:footnote w:type="continuationSeparator" w:id="0">
    <w:p w:rsidR="00904EBB" w:rsidRDefault="00904E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EBB"/>
    <w:rsid w:val="001A7C09"/>
    <w:rsid w:val="00577BD5"/>
    <w:rsid w:val="00656CBA"/>
    <w:rsid w:val="006A1F77"/>
    <w:rsid w:val="00733BE7"/>
    <w:rsid w:val="00904EB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6787FC-7ADD-4963-9C4A-5E8397D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2017-10-13T19:03:00Z</dcterms:created>
  <dcterms:modified xsi:type="dcterms:W3CDTF">2017-10-13T19:03:00Z</dcterms:modified>
</cp:coreProperties>
</file>