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2C9" w:rsidRDefault="00DE52C9" w:rsidP="00DE52C9">
      <w:pPr>
        <w:pStyle w:val="NoSpacing"/>
      </w:pPr>
      <w:r>
        <w:rPr>
          <w:u w:val="single"/>
        </w:rPr>
        <w:t>Nicholas TROBRIG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fl.1429)</w:t>
      </w:r>
    </w:p>
    <w:p w:rsidR="00DE52C9" w:rsidRDefault="00DE52C9" w:rsidP="00DE52C9">
      <w:pPr>
        <w:pStyle w:val="NoSpacing"/>
      </w:pPr>
      <w:r>
        <w:t>of the diocese of Exeter.</w:t>
      </w:r>
    </w:p>
    <w:p w:rsidR="00DE52C9" w:rsidRDefault="00DE52C9" w:rsidP="00DE52C9">
      <w:pPr>
        <w:pStyle w:val="NoSpacing"/>
      </w:pPr>
    </w:p>
    <w:p w:rsidR="00DE52C9" w:rsidRDefault="00DE52C9" w:rsidP="00DE52C9">
      <w:pPr>
        <w:pStyle w:val="NoSpacing"/>
      </w:pPr>
    </w:p>
    <w:p w:rsidR="00DE52C9" w:rsidRDefault="00DE52C9" w:rsidP="00DE52C9">
      <w:pPr>
        <w:pStyle w:val="NoSpacing"/>
      </w:pPr>
      <w:r>
        <w:t>26 Mar.1429</w:t>
      </w:r>
      <w:r>
        <w:tab/>
        <w:t>He was ordained to his first tonsure in the chapel within the manor of</w:t>
      </w:r>
    </w:p>
    <w:p w:rsidR="00DE52C9" w:rsidRDefault="00DE52C9" w:rsidP="00DE52C9">
      <w:pPr>
        <w:pStyle w:val="NoSpacing"/>
      </w:pPr>
      <w:r>
        <w:tab/>
      </w:r>
      <w:r>
        <w:tab/>
      </w:r>
      <w:proofErr w:type="spellStart"/>
      <w:r>
        <w:t>Crediton</w:t>
      </w:r>
      <w:proofErr w:type="spellEnd"/>
      <w:r>
        <w:t>, Devon, by the Bishop.</w:t>
      </w:r>
    </w:p>
    <w:p w:rsidR="00DE52C9" w:rsidRDefault="00DE52C9" w:rsidP="00DE52C9">
      <w:pPr>
        <w:pStyle w:val="NoSpacing"/>
      </w:pPr>
      <w:r>
        <w:tab/>
      </w:r>
      <w:r>
        <w:tab/>
        <w:t>(“Register of Edmund Lacy, Bishop of Exeter 1420-55” part 4 p.125)</w:t>
      </w:r>
    </w:p>
    <w:p w:rsidR="00DE52C9" w:rsidRDefault="00DE52C9" w:rsidP="00DE52C9">
      <w:pPr>
        <w:pStyle w:val="NoSpacing"/>
      </w:pPr>
    </w:p>
    <w:p w:rsidR="00DE52C9" w:rsidRDefault="00DE52C9" w:rsidP="00DE52C9">
      <w:pPr>
        <w:pStyle w:val="NoSpacing"/>
      </w:pPr>
    </w:p>
    <w:p w:rsidR="00DE52C9" w:rsidRPr="00627CB4" w:rsidRDefault="00DE52C9" w:rsidP="00DE52C9">
      <w:pPr>
        <w:pStyle w:val="NoSpacing"/>
      </w:pPr>
      <w:r>
        <w:t>1 July 2016</w:t>
      </w:r>
    </w:p>
    <w:p w:rsidR="006B2F86" w:rsidRPr="00DE52C9" w:rsidRDefault="00DE52C9" w:rsidP="00E71FC3">
      <w:pPr>
        <w:pStyle w:val="NoSpacing"/>
      </w:pPr>
      <w:bookmarkStart w:id="0" w:name="_GoBack"/>
      <w:bookmarkEnd w:id="0"/>
    </w:p>
    <w:sectPr w:rsidR="006B2F86" w:rsidRPr="00DE52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2C9" w:rsidRDefault="00DE52C9" w:rsidP="00E71FC3">
      <w:pPr>
        <w:spacing w:after="0" w:line="240" w:lineRule="auto"/>
      </w:pPr>
      <w:r>
        <w:separator/>
      </w:r>
    </w:p>
  </w:endnote>
  <w:endnote w:type="continuationSeparator" w:id="0">
    <w:p w:rsidR="00DE52C9" w:rsidRDefault="00DE52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2C9" w:rsidRDefault="00DE52C9" w:rsidP="00E71FC3">
      <w:pPr>
        <w:spacing w:after="0" w:line="240" w:lineRule="auto"/>
      </w:pPr>
      <w:r>
        <w:separator/>
      </w:r>
    </w:p>
  </w:footnote>
  <w:footnote w:type="continuationSeparator" w:id="0">
    <w:p w:rsidR="00DE52C9" w:rsidRDefault="00DE52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2C9"/>
    <w:rsid w:val="001A7C09"/>
    <w:rsid w:val="00733BE7"/>
    <w:rsid w:val="00AB52E8"/>
    <w:rsid w:val="00B16D3F"/>
    <w:rsid w:val="00DE52C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1C158"/>
  <w15:chartTrackingRefBased/>
  <w15:docId w15:val="{613A9995-5D81-422C-B2D7-28252578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2016-07-01T14:32:00Z</dcterms:created>
  <dcterms:modified xsi:type="dcterms:W3CDTF">2016-07-01T14:33:00Z</dcterms:modified>
</cp:coreProperties>
</file>