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B4013" w14:textId="77777777" w:rsidR="00312CE5" w:rsidRDefault="00312CE5" w:rsidP="00312C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WHEATBY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b.ca.1415)</w:t>
      </w:r>
    </w:p>
    <w:p w14:paraId="3975D033" w14:textId="77777777" w:rsidR="00312CE5" w:rsidRDefault="00312CE5" w:rsidP="00312CE5">
      <w:pPr>
        <w:pStyle w:val="NoSpacing"/>
        <w:rPr>
          <w:rFonts w:cs="Times New Roman"/>
          <w:szCs w:val="24"/>
        </w:rPr>
      </w:pPr>
    </w:p>
    <w:p w14:paraId="77C11050" w14:textId="77777777" w:rsidR="00312CE5" w:rsidRDefault="00312CE5" w:rsidP="00312CE5">
      <w:pPr>
        <w:pStyle w:val="NoSpacing"/>
        <w:rPr>
          <w:rFonts w:cs="Times New Roman"/>
          <w:szCs w:val="24"/>
        </w:rPr>
      </w:pPr>
    </w:p>
    <w:p w14:paraId="449BBA75" w14:textId="77777777" w:rsidR="00312CE5" w:rsidRDefault="00312CE5" w:rsidP="00312C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Isabel Wentworth(q.v.).</w:t>
      </w:r>
    </w:p>
    <w:p w14:paraId="254CFBD6" w14:textId="77777777" w:rsidR="00312CE5" w:rsidRDefault="00312CE5" w:rsidP="00312C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(FamilySearch)</w:t>
      </w:r>
    </w:p>
    <w:p w14:paraId="156618B6" w14:textId="77777777" w:rsidR="00312CE5" w:rsidRDefault="00312CE5" w:rsidP="00312CE5">
      <w:pPr>
        <w:pStyle w:val="NoSpacing"/>
        <w:rPr>
          <w:rFonts w:cs="Times New Roman"/>
          <w:szCs w:val="24"/>
        </w:rPr>
      </w:pPr>
    </w:p>
    <w:p w14:paraId="08CEBB0A" w14:textId="77777777" w:rsidR="00312CE5" w:rsidRDefault="00312CE5" w:rsidP="00312CE5">
      <w:pPr>
        <w:pStyle w:val="NoSpacing"/>
        <w:rPr>
          <w:rFonts w:cs="Times New Roman"/>
          <w:szCs w:val="24"/>
        </w:rPr>
      </w:pPr>
    </w:p>
    <w:p w14:paraId="7DEA1598" w14:textId="77777777" w:rsidR="00312CE5" w:rsidRDefault="00312CE5" w:rsidP="00312C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August 2023</w:t>
      </w:r>
    </w:p>
    <w:p w14:paraId="2CE2A86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E5D14" w14:textId="77777777" w:rsidR="00312CE5" w:rsidRDefault="00312CE5" w:rsidP="009139A6">
      <w:r>
        <w:separator/>
      </w:r>
    </w:p>
  </w:endnote>
  <w:endnote w:type="continuationSeparator" w:id="0">
    <w:p w14:paraId="0EEA9A58" w14:textId="77777777" w:rsidR="00312CE5" w:rsidRDefault="00312CE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0980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BDF7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877B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44AEC" w14:textId="77777777" w:rsidR="00312CE5" w:rsidRDefault="00312CE5" w:rsidP="009139A6">
      <w:r>
        <w:separator/>
      </w:r>
    </w:p>
  </w:footnote>
  <w:footnote w:type="continuationSeparator" w:id="0">
    <w:p w14:paraId="2B854F63" w14:textId="77777777" w:rsidR="00312CE5" w:rsidRDefault="00312CE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4652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00D9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D56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CE5"/>
    <w:rsid w:val="000666E0"/>
    <w:rsid w:val="002510B7"/>
    <w:rsid w:val="00312CE5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A99FF"/>
  <w15:chartTrackingRefBased/>
  <w15:docId w15:val="{EFA14C30-0AD7-45EE-8D8E-A0BFB9374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2023-08-29T19:03:00Z</dcterms:created>
  <dcterms:modified xsi:type="dcterms:W3CDTF">2023-08-29T19:04:00Z</dcterms:modified>
</cp:coreProperties>
</file>