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B59E5" w14:textId="77777777" w:rsidR="00736331" w:rsidRPr="00B8150E" w:rsidRDefault="00736331" w:rsidP="0073633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WILSON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B8150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B8150E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58549875" w14:textId="5BFD7F68" w:rsidR="00736331" w:rsidRPr="00B8150E" w:rsidRDefault="00736331" w:rsidP="007363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8150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Thicket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Nunnery.</w:t>
      </w:r>
    </w:p>
    <w:p w14:paraId="40699A7E" w14:textId="77777777" w:rsidR="00736331" w:rsidRPr="00B8150E" w:rsidRDefault="00736331" w:rsidP="007363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E58B362" w14:textId="77777777" w:rsidR="00736331" w:rsidRPr="00B8150E" w:rsidRDefault="00736331" w:rsidP="007363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BE687C0" w14:textId="77777777" w:rsidR="00736331" w:rsidRPr="00B8150E" w:rsidRDefault="00736331" w:rsidP="007363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50E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B8150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8150E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B8150E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75F29FB9" w14:textId="77777777" w:rsidR="00736331" w:rsidRPr="00B8150E" w:rsidRDefault="00736331" w:rsidP="007363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50E">
        <w:rPr>
          <w:rFonts w:ascii="Times New Roman" w:eastAsia="Calibri" w:hAnsi="Times New Roman" w:cs="Times New Roman"/>
          <w:sz w:val="24"/>
          <w:szCs w:val="24"/>
        </w:rPr>
        <w:tab/>
      </w:r>
      <w:r w:rsidRPr="00B8150E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77E66747" w14:textId="77777777" w:rsidR="00736331" w:rsidRPr="00B8150E" w:rsidRDefault="00736331" w:rsidP="007363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50E">
        <w:rPr>
          <w:rFonts w:ascii="Times New Roman" w:eastAsia="Calibri" w:hAnsi="Times New Roman" w:cs="Times New Roman"/>
          <w:sz w:val="24"/>
          <w:szCs w:val="24"/>
        </w:rPr>
        <w:tab/>
      </w:r>
      <w:r w:rsidRPr="00B8150E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p.71)</w:t>
      </w:r>
    </w:p>
    <w:p w14:paraId="5D14FE5C" w14:textId="77777777" w:rsidR="00736331" w:rsidRPr="00B8150E" w:rsidRDefault="00736331" w:rsidP="007363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6EFB19" w14:textId="77777777" w:rsidR="00736331" w:rsidRDefault="00736331" w:rsidP="007363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A3A23C" w14:textId="77777777" w:rsidR="00736331" w:rsidRPr="00B8150E" w:rsidRDefault="00736331" w:rsidP="0073633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B8150E">
        <w:rPr>
          <w:rFonts w:ascii="Times New Roman" w:eastAsia="Calibri" w:hAnsi="Times New Roman" w:cs="Times New Roman"/>
          <w:sz w:val="24"/>
          <w:szCs w:val="24"/>
        </w:rPr>
        <w:t xml:space="preserve"> September 2020</w:t>
      </w:r>
    </w:p>
    <w:p w14:paraId="1BFE5E1A" w14:textId="7D939B74" w:rsidR="006746EF" w:rsidRPr="0073633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633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C1E20" w14:textId="77777777" w:rsidR="00736331" w:rsidRDefault="00736331" w:rsidP="00CD0211">
      <w:pPr>
        <w:spacing w:after="0" w:line="240" w:lineRule="auto"/>
      </w:pPr>
      <w:r>
        <w:separator/>
      </w:r>
    </w:p>
  </w:endnote>
  <w:endnote w:type="continuationSeparator" w:id="0">
    <w:p w14:paraId="1B098D6C" w14:textId="77777777" w:rsidR="00736331" w:rsidRDefault="007363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CACC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CCE83" w14:textId="77777777" w:rsidR="00736331" w:rsidRDefault="00736331" w:rsidP="00CD0211">
      <w:pPr>
        <w:spacing w:after="0" w:line="240" w:lineRule="auto"/>
      </w:pPr>
      <w:r>
        <w:separator/>
      </w:r>
    </w:p>
  </w:footnote>
  <w:footnote w:type="continuationSeparator" w:id="0">
    <w:p w14:paraId="6374B96D" w14:textId="77777777" w:rsidR="00736331" w:rsidRDefault="007363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633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7ACA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2020-09-10T18:58:00Z</dcterms:created>
  <dcterms:modified xsi:type="dcterms:W3CDTF">2020-09-10T19:00:00Z</dcterms:modified>
</cp:coreProperties>
</file>